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A19" w:rsidRDefault="00D66A19" w:rsidP="00D301CD">
      <w:pPr>
        <w:tabs>
          <w:tab w:val="left" w:pos="975"/>
        </w:tabs>
        <w:rPr>
          <w:b/>
        </w:rPr>
      </w:pPr>
    </w:p>
    <w:p w:rsidR="00D66A19" w:rsidRDefault="00D66A19" w:rsidP="009E29CE">
      <w:pPr>
        <w:tabs>
          <w:tab w:val="left" w:pos="975"/>
        </w:tabs>
        <w:jc w:val="right"/>
        <w:rPr>
          <w:b/>
        </w:rPr>
      </w:pPr>
    </w:p>
    <w:p w:rsidR="00D66A19" w:rsidRDefault="00D66A19" w:rsidP="009E29CE">
      <w:pPr>
        <w:tabs>
          <w:tab w:val="left" w:pos="975"/>
        </w:tabs>
        <w:jc w:val="center"/>
        <w:rPr>
          <w:b/>
          <w:sz w:val="28"/>
          <w:szCs w:val="28"/>
        </w:rPr>
      </w:pPr>
      <w:r w:rsidRPr="00282EA4">
        <w:rPr>
          <w:b/>
          <w:sz w:val="28"/>
          <w:szCs w:val="28"/>
        </w:rPr>
        <w:t>Отчет главы администрации</w:t>
      </w:r>
    </w:p>
    <w:p w:rsidR="00D66A19" w:rsidRDefault="00D66A19" w:rsidP="009E29CE">
      <w:pPr>
        <w:tabs>
          <w:tab w:val="left" w:pos="975"/>
        </w:tabs>
        <w:jc w:val="center"/>
        <w:rPr>
          <w:b/>
          <w:sz w:val="28"/>
          <w:szCs w:val="28"/>
        </w:rPr>
      </w:pPr>
      <w:r w:rsidRPr="00282EA4">
        <w:rPr>
          <w:b/>
          <w:sz w:val="28"/>
          <w:szCs w:val="28"/>
        </w:rPr>
        <w:t>МО – Щетининское сельское поселение</w:t>
      </w:r>
    </w:p>
    <w:p w:rsidR="00D66A19" w:rsidRDefault="00D66A19" w:rsidP="00611FDE">
      <w:pPr>
        <w:tabs>
          <w:tab w:val="left" w:pos="975"/>
        </w:tabs>
        <w:jc w:val="center"/>
        <w:rPr>
          <w:b/>
          <w:sz w:val="28"/>
          <w:szCs w:val="28"/>
        </w:rPr>
      </w:pPr>
      <w:r>
        <w:rPr>
          <w:b/>
          <w:sz w:val="28"/>
          <w:szCs w:val="28"/>
        </w:rPr>
        <w:t>за 2017 год</w:t>
      </w:r>
    </w:p>
    <w:p w:rsidR="00D66A19" w:rsidRDefault="00D66A19" w:rsidP="009E29CE">
      <w:pPr>
        <w:tabs>
          <w:tab w:val="left" w:pos="975"/>
        </w:tabs>
        <w:jc w:val="center"/>
        <w:rPr>
          <w:b/>
          <w:sz w:val="28"/>
          <w:szCs w:val="28"/>
        </w:rPr>
      </w:pPr>
    </w:p>
    <w:p w:rsidR="00D66A19" w:rsidRPr="006B6950" w:rsidRDefault="00D66A19" w:rsidP="00533409">
      <w:pPr>
        <w:tabs>
          <w:tab w:val="left" w:pos="975"/>
        </w:tabs>
        <w:rPr>
          <w:b/>
          <w:sz w:val="32"/>
          <w:szCs w:val="32"/>
        </w:rPr>
      </w:pPr>
    </w:p>
    <w:p w:rsidR="00D66A19" w:rsidRDefault="00D66A19" w:rsidP="006B6950">
      <w:pPr>
        <w:tabs>
          <w:tab w:val="left" w:pos="975"/>
        </w:tabs>
        <w:ind w:left="-567" w:firstLine="567"/>
        <w:jc w:val="center"/>
        <w:rPr>
          <w:sz w:val="32"/>
          <w:szCs w:val="32"/>
        </w:rPr>
      </w:pPr>
      <w:r w:rsidRPr="006B6950">
        <w:rPr>
          <w:sz w:val="32"/>
          <w:szCs w:val="32"/>
        </w:rPr>
        <w:t>Добрый день, уважаемые жител</w:t>
      </w:r>
      <w:r>
        <w:rPr>
          <w:sz w:val="32"/>
          <w:szCs w:val="32"/>
        </w:rPr>
        <w:t>и, гости Щетининского сельского</w:t>
      </w:r>
      <w:r w:rsidRPr="006B6950">
        <w:rPr>
          <w:sz w:val="32"/>
          <w:szCs w:val="32"/>
        </w:rPr>
        <w:t xml:space="preserve"> поселения!</w:t>
      </w:r>
    </w:p>
    <w:p w:rsidR="00D66A19" w:rsidRPr="006B6950" w:rsidRDefault="00D66A19" w:rsidP="006B6950">
      <w:pPr>
        <w:tabs>
          <w:tab w:val="left" w:pos="975"/>
        </w:tabs>
        <w:ind w:left="-567" w:firstLine="567"/>
        <w:jc w:val="center"/>
        <w:rPr>
          <w:sz w:val="32"/>
          <w:szCs w:val="32"/>
        </w:rPr>
      </w:pPr>
    </w:p>
    <w:p w:rsidR="00D66A19" w:rsidRPr="006B6950" w:rsidRDefault="00D66A19" w:rsidP="00E32A67">
      <w:pPr>
        <w:pStyle w:val="NormalWeb"/>
        <w:spacing w:before="0" w:beforeAutospacing="0" w:after="0" w:afterAutospacing="0" w:line="270" w:lineRule="atLeast"/>
        <w:jc w:val="both"/>
        <w:rPr>
          <w:color w:val="000000"/>
          <w:sz w:val="32"/>
          <w:szCs w:val="32"/>
        </w:rPr>
      </w:pPr>
      <w:r w:rsidRPr="006B6950">
        <w:rPr>
          <w:color w:val="000000"/>
          <w:sz w:val="32"/>
          <w:szCs w:val="32"/>
        </w:rPr>
        <w:t>     Отчет исполнительного органа местного самоуправления о работе за год – это не просто требование Закона или Устава Щ</w:t>
      </w:r>
      <w:r>
        <w:rPr>
          <w:color w:val="000000"/>
          <w:sz w:val="32"/>
          <w:szCs w:val="32"/>
        </w:rPr>
        <w:t>етининского сельского поселения э</w:t>
      </w:r>
      <w:r w:rsidRPr="006B6950">
        <w:rPr>
          <w:color w:val="000000"/>
          <w:sz w:val="32"/>
          <w:szCs w:val="32"/>
        </w:rPr>
        <w:t>то, на мой взгляд, важнейшая форма нашего взаимодействия – совместное обсуждение итогов развития поселения, выявление тех проблем и болевых точек, которые волнуют наших жителей.</w:t>
      </w:r>
    </w:p>
    <w:p w:rsidR="00D66A19" w:rsidRPr="006B6950" w:rsidRDefault="00D66A19" w:rsidP="00751C16">
      <w:pPr>
        <w:tabs>
          <w:tab w:val="left" w:pos="975"/>
        </w:tabs>
        <w:ind w:left="-567" w:firstLine="567"/>
        <w:jc w:val="both"/>
        <w:rPr>
          <w:sz w:val="32"/>
          <w:szCs w:val="32"/>
        </w:rPr>
      </w:pPr>
    </w:p>
    <w:p w:rsidR="00D66A19" w:rsidRPr="006B6950" w:rsidRDefault="00D66A19" w:rsidP="00E32A67">
      <w:pPr>
        <w:pStyle w:val="NormalWeb"/>
        <w:spacing w:before="0" w:beforeAutospacing="0" w:after="0" w:afterAutospacing="0" w:line="270" w:lineRule="atLeast"/>
        <w:jc w:val="both"/>
        <w:rPr>
          <w:color w:val="000000"/>
          <w:sz w:val="32"/>
          <w:szCs w:val="32"/>
        </w:rPr>
      </w:pPr>
      <w:r w:rsidRPr="006B6950">
        <w:rPr>
          <w:color w:val="000000"/>
          <w:sz w:val="32"/>
          <w:szCs w:val="32"/>
        </w:rPr>
        <w:t>           Прошедший  2017 год для нашего поселения, в целом, был напряженным, направленным на укрепление экономики, реализацию целевых программ, на выполнение задач, определенных Президентом Российской Федерации, Губернатором Рязанской области, Главой Михайловского района. Главными задачами являлись  решение вопросов местного значения на уровне Щетининского сельского поселения и достижение на этой основе повышения уровня и качества жизни наших жителей, социальная защищенность граждан и продолжение начатых преобразований. Благодаря поддержке Главы района, а также активному взаимодействию с депутатским корпусом,  руководителями предприятий, организаций, поставленные задачи были, в основном, выполнены.</w:t>
      </w:r>
    </w:p>
    <w:p w:rsidR="00D66A19" w:rsidRPr="006B6950" w:rsidRDefault="00D66A19" w:rsidP="00E32A67">
      <w:pPr>
        <w:jc w:val="both"/>
        <w:rPr>
          <w:sz w:val="32"/>
          <w:szCs w:val="32"/>
        </w:rPr>
      </w:pPr>
      <w:r w:rsidRPr="00DB091B">
        <w:rPr>
          <w:b/>
          <w:sz w:val="32"/>
          <w:szCs w:val="32"/>
        </w:rPr>
        <w:t>Проблем, которые сегодня волнуют жителей достаточно много.</w:t>
      </w:r>
      <w:r w:rsidRPr="006B6950">
        <w:rPr>
          <w:sz w:val="32"/>
          <w:szCs w:val="32"/>
        </w:rPr>
        <w:t xml:space="preserve"> В связи с этим планирование работ в большей части осуществляется на</w:t>
      </w:r>
      <w:r>
        <w:rPr>
          <w:sz w:val="32"/>
          <w:szCs w:val="32"/>
        </w:rPr>
        <w:t xml:space="preserve"> основе предложений, поступающих</w:t>
      </w:r>
      <w:r w:rsidRPr="006B6950">
        <w:rPr>
          <w:sz w:val="32"/>
          <w:szCs w:val="32"/>
        </w:rPr>
        <w:t xml:space="preserve"> от граждан и депутатского корпуса.</w:t>
      </w:r>
    </w:p>
    <w:p w:rsidR="00D66A19" w:rsidRPr="00DB091B" w:rsidRDefault="00D66A19" w:rsidP="00E32A67">
      <w:pPr>
        <w:pStyle w:val="NormalWeb"/>
        <w:spacing w:before="0" w:beforeAutospacing="0" w:after="0" w:afterAutospacing="0" w:line="270" w:lineRule="atLeast"/>
        <w:jc w:val="both"/>
        <w:rPr>
          <w:b/>
          <w:sz w:val="32"/>
          <w:szCs w:val="32"/>
          <w:shd w:val="clear" w:color="auto" w:fill="FFFFFF"/>
        </w:rPr>
      </w:pPr>
      <w:r w:rsidRPr="00DB091B">
        <w:rPr>
          <w:b/>
          <w:sz w:val="32"/>
          <w:szCs w:val="32"/>
          <w:shd w:val="clear" w:color="auto" w:fill="FFFFFF"/>
        </w:rPr>
        <w:t>Главная цель моей работы – стабильное</w:t>
      </w:r>
      <w:r w:rsidRPr="006B6950">
        <w:rPr>
          <w:sz w:val="32"/>
          <w:szCs w:val="32"/>
          <w:shd w:val="clear" w:color="auto" w:fill="FFFFFF"/>
        </w:rPr>
        <w:t xml:space="preserve">, </w:t>
      </w:r>
      <w:r w:rsidRPr="00DB091B">
        <w:rPr>
          <w:b/>
          <w:sz w:val="32"/>
          <w:szCs w:val="32"/>
          <w:shd w:val="clear" w:color="auto" w:fill="FFFFFF"/>
        </w:rPr>
        <w:t>своевременное выполнение всех мероприятий по жизнеобеспечению.</w:t>
      </w:r>
      <w:r w:rsidRPr="00DB091B">
        <w:rPr>
          <w:b/>
          <w:sz w:val="32"/>
          <w:szCs w:val="32"/>
          <w:shd w:val="clear" w:color="auto" w:fill="FFFFFF"/>
          <w:lang w:val="en-US"/>
        </w:rPr>
        <w:t> </w:t>
      </w:r>
    </w:p>
    <w:p w:rsidR="00D66A19" w:rsidRPr="006B6950" w:rsidRDefault="00D66A19" w:rsidP="00E32A67">
      <w:pPr>
        <w:pStyle w:val="NormalWeb"/>
        <w:spacing w:before="0" w:beforeAutospacing="0" w:after="0" w:afterAutospacing="0" w:line="270" w:lineRule="atLeast"/>
        <w:jc w:val="both"/>
        <w:rPr>
          <w:sz w:val="32"/>
          <w:szCs w:val="32"/>
          <w:shd w:val="clear" w:color="auto" w:fill="FFFFFF"/>
        </w:rPr>
      </w:pPr>
    </w:p>
    <w:p w:rsidR="00D66A19" w:rsidRPr="006B6950" w:rsidRDefault="00D66A19" w:rsidP="00BD3FB7">
      <w:pPr>
        <w:ind w:left="-567" w:firstLine="567"/>
        <w:jc w:val="both"/>
        <w:rPr>
          <w:b/>
          <w:sz w:val="32"/>
          <w:szCs w:val="32"/>
        </w:rPr>
      </w:pPr>
      <w:r w:rsidRPr="006B6950">
        <w:rPr>
          <w:b/>
          <w:sz w:val="32"/>
          <w:szCs w:val="32"/>
        </w:rPr>
        <w:t xml:space="preserve">          Небольшая статистическая справка:</w:t>
      </w:r>
    </w:p>
    <w:p w:rsidR="00D66A19" w:rsidRPr="006B6950" w:rsidRDefault="00D66A19" w:rsidP="00BD3FB7">
      <w:pPr>
        <w:ind w:left="-567" w:firstLine="567"/>
        <w:jc w:val="both"/>
        <w:rPr>
          <w:b/>
          <w:sz w:val="32"/>
          <w:szCs w:val="32"/>
        </w:rPr>
      </w:pPr>
    </w:p>
    <w:p w:rsidR="00D66A19" w:rsidRPr="006B6950" w:rsidRDefault="00D66A19" w:rsidP="00567009">
      <w:pPr>
        <w:tabs>
          <w:tab w:val="left" w:pos="975"/>
        </w:tabs>
        <w:ind w:left="-567" w:firstLine="567"/>
        <w:jc w:val="both"/>
        <w:rPr>
          <w:sz w:val="32"/>
          <w:szCs w:val="32"/>
        </w:rPr>
      </w:pPr>
      <w:r w:rsidRPr="006B6950">
        <w:rPr>
          <w:color w:val="1E1E1E"/>
          <w:sz w:val="32"/>
          <w:szCs w:val="32"/>
          <w:shd w:val="clear" w:color="auto" w:fill="FFFFFF"/>
        </w:rPr>
        <w:t xml:space="preserve">На сегодняшний день в состав поселения </w:t>
      </w:r>
      <w:r w:rsidRPr="006B6950">
        <w:rPr>
          <w:sz w:val="32"/>
          <w:szCs w:val="32"/>
        </w:rPr>
        <w:t>входят  12 населенных пунктов, в которых зарегистрировано</w:t>
      </w:r>
      <w:r>
        <w:rPr>
          <w:sz w:val="32"/>
          <w:szCs w:val="32"/>
        </w:rPr>
        <w:t xml:space="preserve"> 2630</w:t>
      </w:r>
      <w:r w:rsidRPr="006B6950">
        <w:rPr>
          <w:sz w:val="32"/>
          <w:szCs w:val="32"/>
        </w:rPr>
        <w:t xml:space="preserve"> человек и фактически проживает </w:t>
      </w:r>
      <w:r w:rsidRPr="00BF1361">
        <w:rPr>
          <w:color w:val="FF6600"/>
          <w:sz w:val="32"/>
          <w:szCs w:val="32"/>
        </w:rPr>
        <w:t>2673</w:t>
      </w:r>
      <w:r w:rsidRPr="006B6950">
        <w:rPr>
          <w:sz w:val="32"/>
          <w:szCs w:val="32"/>
        </w:rPr>
        <w:t xml:space="preserve"> человека. Демографическая ситуация в поселении по сравнению с прошлым годом практичес</w:t>
      </w:r>
      <w:r>
        <w:rPr>
          <w:sz w:val="32"/>
          <w:szCs w:val="32"/>
        </w:rPr>
        <w:t>ки не изменилась. В течение 2017 года  родилось 23 ребенка, умерло 26</w:t>
      </w:r>
      <w:r w:rsidRPr="006B6950">
        <w:rPr>
          <w:sz w:val="32"/>
          <w:szCs w:val="32"/>
        </w:rPr>
        <w:t xml:space="preserve"> человек. Многодетными являются </w:t>
      </w:r>
      <w:r>
        <w:rPr>
          <w:sz w:val="32"/>
          <w:szCs w:val="32"/>
        </w:rPr>
        <w:t>36</w:t>
      </w:r>
      <w:r w:rsidRPr="006B6950">
        <w:rPr>
          <w:sz w:val="32"/>
          <w:szCs w:val="32"/>
        </w:rPr>
        <w:t xml:space="preserve"> семей. Из общего к</w:t>
      </w:r>
      <w:r>
        <w:rPr>
          <w:sz w:val="32"/>
          <w:szCs w:val="32"/>
        </w:rPr>
        <w:t>оличества жителей: детей -   552</w:t>
      </w:r>
      <w:r w:rsidRPr="006B6950">
        <w:rPr>
          <w:sz w:val="32"/>
          <w:szCs w:val="32"/>
        </w:rPr>
        <w:t xml:space="preserve">  человек, в том </w:t>
      </w:r>
      <w:r>
        <w:rPr>
          <w:sz w:val="32"/>
          <w:szCs w:val="32"/>
        </w:rPr>
        <w:t>числе дошкольного возраста – 227</w:t>
      </w:r>
      <w:r w:rsidRPr="006B6950">
        <w:rPr>
          <w:sz w:val="32"/>
          <w:szCs w:val="32"/>
        </w:rPr>
        <w:t xml:space="preserve"> человек, п</w:t>
      </w:r>
      <w:r>
        <w:rPr>
          <w:sz w:val="32"/>
          <w:szCs w:val="32"/>
        </w:rPr>
        <w:t xml:space="preserve">енсионеров – 689 </w:t>
      </w:r>
      <w:r w:rsidRPr="006B6950">
        <w:rPr>
          <w:sz w:val="32"/>
          <w:szCs w:val="32"/>
        </w:rPr>
        <w:t>челове</w:t>
      </w:r>
      <w:r>
        <w:rPr>
          <w:sz w:val="32"/>
          <w:szCs w:val="32"/>
        </w:rPr>
        <w:t>к. В поселении  долгожителей   16 человек ( от 9</w:t>
      </w:r>
      <w:r w:rsidRPr="006B6950">
        <w:rPr>
          <w:sz w:val="32"/>
          <w:szCs w:val="32"/>
        </w:rPr>
        <w:t>0 лет и старше).</w:t>
      </w:r>
    </w:p>
    <w:p w:rsidR="00D66A19" w:rsidRPr="006B6950" w:rsidRDefault="00D66A19" w:rsidP="00BD3FB7">
      <w:pPr>
        <w:ind w:left="-567" w:firstLine="567"/>
        <w:jc w:val="both"/>
        <w:rPr>
          <w:sz w:val="32"/>
          <w:szCs w:val="32"/>
        </w:rPr>
      </w:pPr>
    </w:p>
    <w:p w:rsidR="00D66A19" w:rsidRPr="006B6950" w:rsidRDefault="00D66A19" w:rsidP="00E32A67">
      <w:pPr>
        <w:ind w:left="-567" w:firstLine="567"/>
        <w:jc w:val="both"/>
        <w:rPr>
          <w:sz w:val="32"/>
          <w:szCs w:val="32"/>
        </w:rPr>
      </w:pPr>
      <w:r>
        <w:rPr>
          <w:sz w:val="32"/>
          <w:szCs w:val="32"/>
        </w:rPr>
        <w:t>На 01 января 2018</w:t>
      </w:r>
      <w:r w:rsidRPr="006B6950">
        <w:rPr>
          <w:sz w:val="32"/>
          <w:szCs w:val="32"/>
        </w:rPr>
        <w:t xml:space="preserve"> года на  территории поселения численность личных подсобных хозяйств совместно с дачным</w:t>
      </w:r>
      <w:r>
        <w:rPr>
          <w:sz w:val="32"/>
          <w:szCs w:val="32"/>
        </w:rPr>
        <w:t>и хозяйствами составляет -  1340</w:t>
      </w:r>
      <w:r w:rsidRPr="006B6950">
        <w:rPr>
          <w:sz w:val="32"/>
          <w:szCs w:val="32"/>
        </w:rPr>
        <w:t>, в которых содержатся поголовья скота и птицы  :</w:t>
      </w:r>
    </w:p>
    <w:p w:rsidR="00D66A19" w:rsidRPr="006B6950" w:rsidRDefault="00D66A19" w:rsidP="00BD3FB7">
      <w:pPr>
        <w:jc w:val="both"/>
        <w:rPr>
          <w:sz w:val="32"/>
          <w:szCs w:val="32"/>
        </w:rPr>
      </w:pPr>
      <w:r>
        <w:rPr>
          <w:sz w:val="32"/>
          <w:szCs w:val="32"/>
        </w:rPr>
        <w:t>КРС –137гол., из них коров – 43</w:t>
      </w:r>
      <w:r w:rsidRPr="006B6950">
        <w:rPr>
          <w:sz w:val="32"/>
          <w:szCs w:val="32"/>
        </w:rPr>
        <w:t xml:space="preserve"> гол.,</w:t>
      </w:r>
    </w:p>
    <w:p w:rsidR="00D66A19" w:rsidRDefault="00D66A19" w:rsidP="004613D4">
      <w:pPr>
        <w:ind w:left="-567" w:firstLine="567"/>
        <w:jc w:val="both"/>
        <w:rPr>
          <w:i/>
          <w:sz w:val="32"/>
          <w:szCs w:val="32"/>
        </w:rPr>
      </w:pPr>
      <w:r w:rsidRPr="006B6950">
        <w:rPr>
          <w:i/>
          <w:sz w:val="32"/>
          <w:szCs w:val="32"/>
        </w:rPr>
        <w:t>Свиней –</w:t>
      </w:r>
      <w:r>
        <w:rPr>
          <w:i/>
          <w:sz w:val="32"/>
          <w:szCs w:val="32"/>
        </w:rPr>
        <w:t>122гол.</w:t>
      </w:r>
    </w:p>
    <w:p w:rsidR="00D66A19" w:rsidRPr="004613D4" w:rsidRDefault="00D66A19" w:rsidP="004613D4">
      <w:pPr>
        <w:ind w:left="-567" w:firstLine="567"/>
        <w:jc w:val="both"/>
        <w:rPr>
          <w:i/>
          <w:sz w:val="32"/>
          <w:szCs w:val="32"/>
        </w:rPr>
      </w:pPr>
      <w:r w:rsidRPr="006B6950">
        <w:rPr>
          <w:sz w:val="32"/>
          <w:szCs w:val="32"/>
        </w:rPr>
        <w:t xml:space="preserve"> овец 37 голов  и коз –54гол.,</w:t>
      </w:r>
    </w:p>
    <w:p w:rsidR="00D66A19" w:rsidRPr="006B6950" w:rsidRDefault="00D66A19" w:rsidP="00BD3FB7">
      <w:pPr>
        <w:ind w:left="-567" w:firstLine="567"/>
        <w:jc w:val="both"/>
        <w:rPr>
          <w:sz w:val="32"/>
          <w:szCs w:val="32"/>
        </w:rPr>
      </w:pPr>
      <w:r>
        <w:rPr>
          <w:sz w:val="32"/>
          <w:szCs w:val="32"/>
        </w:rPr>
        <w:t>пчелосемьи – 159</w:t>
      </w:r>
      <w:r w:rsidRPr="006B6950">
        <w:rPr>
          <w:sz w:val="32"/>
          <w:szCs w:val="32"/>
        </w:rPr>
        <w:t>, птицы – 2</w:t>
      </w:r>
      <w:r>
        <w:rPr>
          <w:sz w:val="32"/>
          <w:szCs w:val="32"/>
        </w:rPr>
        <w:t>937</w:t>
      </w:r>
      <w:r w:rsidRPr="006B6950">
        <w:rPr>
          <w:sz w:val="32"/>
          <w:szCs w:val="32"/>
        </w:rPr>
        <w:t xml:space="preserve"> шт.</w:t>
      </w:r>
    </w:p>
    <w:p w:rsidR="00D66A19" w:rsidRPr="006B6950" w:rsidRDefault="00D66A19" w:rsidP="00BD3FB7">
      <w:pPr>
        <w:ind w:left="-567" w:firstLine="567"/>
        <w:jc w:val="both"/>
        <w:rPr>
          <w:sz w:val="32"/>
          <w:szCs w:val="32"/>
        </w:rPr>
      </w:pPr>
    </w:p>
    <w:p w:rsidR="00D66A19" w:rsidRPr="006B6950" w:rsidRDefault="00D66A19" w:rsidP="00BD3FB7">
      <w:pPr>
        <w:ind w:left="-567" w:firstLine="567"/>
        <w:jc w:val="both"/>
        <w:rPr>
          <w:sz w:val="32"/>
          <w:szCs w:val="32"/>
        </w:rPr>
      </w:pPr>
      <w:r w:rsidRPr="006B6950">
        <w:rPr>
          <w:sz w:val="32"/>
          <w:szCs w:val="32"/>
        </w:rPr>
        <w:t>На территории поселения находятся крестьянско-фермерские хозяйства, особенно действующие, это</w:t>
      </w:r>
      <w:r>
        <w:rPr>
          <w:sz w:val="32"/>
          <w:szCs w:val="32"/>
        </w:rPr>
        <w:t>:</w:t>
      </w:r>
    </w:p>
    <w:p w:rsidR="00D66A19" w:rsidRPr="006B6950" w:rsidRDefault="00D66A19" w:rsidP="00BD3FB7">
      <w:pPr>
        <w:ind w:left="-567" w:firstLine="567"/>
        <w:jc w:val="both"/>
        <w:rPr>
          <w:sz w:val="32"/>
          <w:szCs w:val="32"/>
        </w:rPr>
      </w:pPr>
      <w:r w:rsidRPr="00DB091B">
        <w:rPr>
          <w:b/>
          <w:sz w:val="32"/>
          <w:szCs w:val="32"/>
        </w:rPr>
        <w:t>КФХ «Минаев»</w:t>
      </w:r>
      <w:r w:rsidRPr="006B6950">
        <w:rPr>
          <w:sz w:val="32"/>
          <w:szCs w:val="32"/>
        </w:rPr>
        <w:t xml:space="preserve"> - глава Минаев Юрий Викторович, специализируется на выращивании картофеля и др. овощей (д.Бояринцево),</w:t>
      </w:r>
    </w:p>
    <w:p w:rsidR="00D66A19" w:rsidRPr="006B6950" w:rsidRDefault="00D66A19" w:rsidP="00BD3FB7">
      <w:pPr>
        <w:ind w:left="-567" w:firstLine="567"/>
        <w:jc w:val="both"/>
        <w:rPr>
          <w:sz w:val="32"/>
          <w:szCs w:val="32"/>
        </w:rPr>
      </w:pPr>
      <w:r w:rsidRPr="00DB091B">
        <w:rPr>
          <w:b/>
          <w:sz w:val="32"/>
          <w:szCs w:val="32"/>
        </w:rPr>
        <w:t>КФХ «Клочков»</w:t>
      </w:r>
      <w:r w:rsidRPr="006B6950">
        <w:rPr>
          <w:sz w:val="32"/>
          <w:szCs w:val="32"/>
        </w:rPr>
        <w:t xml:space="preserve"> - глава Клочков Петр Геннадьевич, специализируется на выращивании зерновых культур(с.Пушкари).</w:t>
      </w:r>
    </w:p>
    <w:p w:rsidR="00D66A19" w:rsidRDefault="00D66A19" w:rsidP="00BD3FB7">
      <w:pPr>
        <w:jc w:val="both"/>
        <w:rPr>
          <w:sz w:val="32"/>
          <w:szCs w:val="32"/>
        </w:rPr>
      </w:pPr>
      <w:r w:rsidRPr="00DB091B">
        <w:rPr>
          <w:sz w:val="32"/>
          <w:szCs w:val="32"/>
        </w:rPr>
        <w:t xml:space="preserve">В д.Бояринцево находится база отдыха ООО «Белые камни»,  а также спортивно – оздоровительная база отдыха «Бояринцево» </w:t>
      </w:r>
    </w:p>
    <w:p w:rsidR="00D66A19" w:rsidRPr="006B6950" w:rsidRDefault="00D66A19" w:rsidP="00BD3FB7">
      <w:pPr>
        <w:jc w:val="both"/>
        <w:rPr>
          <w:sz w:val="32"/>
          <w:szCs w:val="32"/>
        </w:rPr>
      </w:pPr>
    </w:p>
    <w:p w:rsidR="00D66A19" w:rsidRPr="006B6950" w:rsidRDefault="00D66A19" w:rsidP="0003453C">
      <w:pPr>
        <w:ind w:firstLine="540"/>
        <w:jc w:val="both"/>
        <w:rPr>
          <w:sz w:val="32"/>
          <w:szCs w:val="32"/>
        </w:rPr>
      </w:pPr>
      <w:r w:rsidRPr="006B6950">
        <w:rPr>
          <w:sz w:val="32"/>
          <w:szCs w:val="32"/>
        </w:rPr>
        <w:t xml:space="preserve">Объективным показателем </w:t>
      </w:r>
      <w:r w:rsidRPr="006B6950">
        <w:rPr>
          <w:b/>
          <w:i/>
          <w:sz w:val="32"/>
          <w:szCs w:val="32"/>
          <w:u w:val="single"/>
        </w:rPr>
        <w:t>деятельности администрации поселения</w:t>
      </w:r>
      <w:r w:rsidRPr="006B6950">
        <w:rPr>
          <w:sz w:val="32"/>
          <w:szCs w:val="32"/>
        </w:rPr>
        <w:t xml:space="preserve">, состоянием </w:t>
      </w:r>
      <w:r>
        <w:rPr>
          <w:sz w:val="32"/>
          <w:szCs w:val="32"/>
        </w:rPr>
        <w:t xml:space="preserve">его </w:t>
      </w:r>
      <w:r w:rsidRPr="006B6950">
        <w:rPr>
          <w:sz w:val="32"/>
          <w:szCs w:val="32"/>
        </w:rPr>
        <w:t xml:space="preserve">политического, экономического и социального положения является работа с обращениями граждан.  </w:t>
      </w:r>
    </w:p>
    <w:p w:rsidR="00D66A19" w:rsidRPr="006B6950" w:rsidRDefault="00D66A19" w:rsidP="0003453C">
      <w:pPr>
        <w:ind w:firstLine="540"/>
        <w:jc w:val="both"/>
        <w:rPr>
          <w:sz w:val="32"/>
          <w:szCs w:val="32"/>
        </w:rPr>
      </w:pPr>
      <w:r w:rsidRPr="006B6950">
        <w:rPr>
          <w:sz w:val="32"/>
          <w:szCs w:val="32"/>
        </w:rPr>
        <w:t>За 2017 год количество письменных обращений граждан, в сравнении с 2016 годом значительно уменьшилось. Это говорит о том, что мы работаем в правильном направлении. Проблемы в большинстве своем решаются, а не откладываются в долгий ящик.</w:t>
      </w:r>
    </w:p>
    <w:p w:rsidR="00D66A19" w:rsidRPr="006B6950" w:rsidRDefault="00D66A19" w:rsidP="0003453C">
      <w:pPr>
        <w:ind w:firstLine="540"/>
        <w:jc w:val="both"/>
        <w:rPr>
          <w:sz w:val="32"/>
          <w:szCs w:val="32"/>
        </w:rPr>
      </w:pPr>
      <w:r w:rsidRPr="006B6950">
        <w:rPr>
          <w:sz w:val="32"/>
          <w:szCs w:val="32"/>
        </w:rPr>
        <w:t xml:space="preserve">Также в течение всего года в приемные дни осуществлялся личный прием Главой администрации МО и специалистами. </w:t>
      </w:r>
    </w:p>
    <w:p w:rsidR="00D66A19" w:rsidRPr="006B6950" w:rsidRDefault="00D66A19" w:rsidP="0003453C">
      <w:pPr>
        <w:ind w:firstLine="540"/>
        <w:jc w:val="both"/>
        <w:rPr>
          <w:sz w:val="32"/>
          <w:szCs w:val="32"/>
        </w:rPr>
      </w:pPr>
      <w:r w:rsidRPr="006B6950">
        <w:rPr>
          <w:sz w:val="32"/>
          <w:szCs w:val="32"/>
        </w:rPr>
        <w:t xml:space="preserve">Все обращения и заявления граждан были рассмотрены, по всем изложенным фактам и просьбам проводились проверки, заявителям были даны ответы. </w:t>
      </w:r>
    </w:p>
    <w:p w:rsidR="00D66A19" w:rsidRPr="006B6950" w:rsidRDefault="00D66A19" w:rsidP="0003453C">
      <w:pPr>
        <w:ind w:left="142" w:firstLine="567"/>
        <w:jc w:val="both"/>
        <w:rPr>
          <w:sz w:val="32"/>
          <w:szCs w:val="32"/>
        </w:rPr>
      </w:pPr>
      <w:r w:rsidRPr="006B6950">
        <w:rPr>
          <w:sz w:val="32"/>
          <w:szCs w:val="32"/>
        </w:rPr>
        <w:t xml:space="preserve">Следует отметить, что наши жители за последние годы стали более активны в реализации своих прав по участию в развитии системы местного самоуправления. Об этом свидетельствует количество обращений, поступивших не только в нашу администрацию, но и районную, а также в областные и государственные структуры власти. </w:t>
      </w:r>
    </w:p>
    <w:p w:rsidR="00D66A19" w:rsidRPr="006B6950" w:rsidRDefault="00D66A19" w:rsidP="00DD3BB8">
      <w:pPr>
        <w:tabs>
          <w:tab w:val="left" w:pos="975"/>
        </w:tabs>
        <w:ind w:left="-567" w:firstLine="567"/>
        <w:jc w:val="both"/>
        <w:rPr>
          <w:color w:val="1E1E1E"/>
          <w:sz w:val="32"/>
          <w:szCs w:val="32"/>
          <w:shd w:val="clear" w:color="auto" w:fill="FFFFFF"/>
        </w:rPr>
      </w:pPr>
    </w:p>
    <w:p w:rsidR="00D66A19" w:rsidRDefault="00D66A19" w:rsidP="00DD3BB8">
      <w:pPr>
        <w:tabs>
          <w:tab w:val="left" w:pos="975"/>
        </w:tabs>
        <w:ind w:left="-567" w:firstLine="567"/>
        <w:jc w:val="both"/>
        <w:rPr>
          <w:color w:val="1E1E1E"/>
          <w:sz w:val="32"/>
          <w:szCs w:val="32"/>
          <w:shd w:val="clear" w:color="auto" w:fill="FFFFFF"/>
        </w:rPr>
      </w:pPr>
      <w:r w:rsidRPr="006B6950">
        <w:rPr>
          <w:color w:val="1E1E1E"/>
          <w:sz w:val="32"/>
          <w:szCs w:val="32"/>
          <w:shd w:val="clear" w:color="auto" w:fill="FFFFFF"/>
        </w:rPr>
        <w:t>Решение многих проблем зависит от того, как в поселении налажена нормотворческая деятельность. В течение года администрацией и Советом</w:t>
      </w:r>
      <w:r>
        <w:rPr>
          <w:color w:val="1E1E1E"/>
          <w:sz w:val="32"/>
          <w:szCs w:val="32"/>
          <w:shd w:val="clear" w:color="auto" w:fill="FFFFFF"/>
        </w:rPr>
        <w:t xml:space="preserve"> депутатов поселения принято 158</w:t>
      </w:r>
      <w:r w:rsidRPr="006B6950">
        <w:rPr>
          <w:color w:val="1E1E1E"/>
          <w:sz w:val="32"/>
          <w:szCs w:val="32"/>
          <w:shd w:val="clear" w:color="auto" w:fill="FFFFFF"/>
        </w:rPr>
        <w:t xml:space="preserve"> нормативно правовых акта</w:t>
      </w:r>
    </w:p>
    <w:p w:rsidR="00D66A19" w:rsidRPr="006B6950" w:rsidRDefault="00D66A19" w:rsidP="00DD3BB8">
      <w:pPr>
        <w:tabs>
          <w:tab w:val="left" w:pos="975"/>
        </w:tabs>
        <w:ind w:left="-567" w:firstLine="567"/>
        <w:jc w:val="both"/>
        <w:rPr>
          <w:color w:val="1E1E1E"/>
          <w:sz w:val="32"/>
          <w:szCs w:val="32"/>
        </w:rPr>
      </w:pPr>
      <w:r>
        <w:rPr>
          <w:color w:val="1E1E1E"/>
          <w:sz w:val="32"/>
          <w:szCs w:val="32"/>
          <w:shd w:val="clear" w:color="auto" w:fill="FFFFFF"/>
        </w:rPr>
        <w:t xml:space="preserve"> ( постановлений -118</w:t>
      </w:r>
      <w:r w:rsidRPr="006B6950">
        <w:rPr>
          <w:color w:val="1E1E1E"/>
          <w:sz w:val="32"/>
          <w:szCs w:val="32"/>
          <w:shd w:val="clear" w:color="auto" w:fill="FFFFFF"/>
        </w:rPr>
        <w:t>, решений -</w:t>
      </w:r>
      <w:r>
        <w:rPr>
          <w:color w:val="1E1E1E"/>
          <w:sz w:val="32"/>
          <w:szCs w:val="32"/>
          <w:shd w:val="clear" w:color="auto" w:fill="FFFFFF"/>
        </w:rPr>
        <w:t xml:space="preserve"> </w:t>
      </w:r>
      <w:r w:rsidRPr="006B6950">
        <w:rPr>
          <w:color w:val="1E1E1E"/>
          <w:sz w:val="32"/>
          <w:szCs w:val="32"/>
          <w:shd w:val="clear" w:color="auto" w:fill="FFFFFF"/>
        </w:rPr>
        <w:t>40), действующие  НПА приведены в соответствие с законодательством Российской Федерации.</w:t>
      </w:r>
      <w:r w:rsidRPr="006B6950">
        <w:rPr>
          <w:color w:val="1E1E1E"/>
          <w:sz w:val="32"/>
          <w:szCs w:val="32"/>
        </w:rPr>
        <w:br/>
      </w:r>
      <w:r w:rsidRPr="006B6950">
        <w:rPr>
          <w:sz w:val="32"/>
          <w:szCs w:val="32"/>
          <w:shd w:val="clear" w:color="auto" w:fill="FFFFFF"/>
        </w:rPr>
        <w:t xml:space="preserve">Юридическую экспертизу, антикоррупционную экспертизу правовых актов, а также контроль за соблюдением законодательства РФ осуществляет прокуратура  Михайловского района и природоохранная прокуратура Рязанской области. </w:t>
      </w:r>
    </w:p>
    <w:p w:rsidR="00D66A19" w:rsidRPr="006B6950" w:rsidRDefault="00D66A19" w:rsidP="00DD3BB8">
      <w:pPr>
        <w:tabs>
          <w:tab w:val="left" w:pos="975"/>
        </w:tabs>
        <w:ind w:left="-567" w:firstLine="567"/>
        <w:jc w:val="both"/>
        <w:rPr>
          <w:color w:val="1E1E1E"/>
          <w:sz w:val="32"/>
          <w:szCs w:val="32"/>
        </w:rPr>
      </w:pPr>
    </w:p>
    <w:p w:rsidR="00D66A19" w:rsidRPr="006B6950" w:rsidRDefault="00D66A19" w:rsidP="00DE62DA">
      <w:pPr>
        <w:tabs>
          <w:tab w:val="left" w:pos="0"/>
        </w:tabs>
        <w:ind w:left="-567" w:firstLine="567"/>
        <w:jc w:val="both"/>
        <w:rPr>
          <w:color w:val="1E1E1E"/>
          <w:sz w:val="32"/>
          <w:szCs w:val="32"/>
        </w:rPr>
      </w:pPr>
      <w:r w:rsidRPr="006B6950">
        <w:rPr>
          <w:color w:val="1E1E1E"/>
          <w:sz w:val="32"/>
          <w:szCs w:val="32"/>
        </w:rPr>
        <w:t xml:space="preserve">В 2017 году в администрацию поселения обратились по различным </w:t>
      </w:r>
      <w:r>
        <w:rPr>
          <w:color w:val="1E1E1E"/>
          <w:sz w:val="32"/>
          <w:szCs w:val="32"/>
        </w:rPr>
        <w:t>вопросам 1.361</w:t>
      </w:r>
      <w:r w:rsidRPr="006B6950">
        <w:rPr>
          <w:color w:val="1E1E1E"/>
          <w:sz w:val="32"/>
          <w:szCs w:val="32"/>
        </w:rPr>
        <w:t xml:space="preserve"> человек</w:t>
      </w:r>
      <w:r>
        <w:rPr>
          <w:color w:val="1E1E1E"/>
          <w:sz w:val="32"/>
          <w:szCs w:val="32"/>
        </w:rPr>
        <w:t>.</w:t>
      </w:r>
    </w:p>
    <w:p w:rsidR="00D66A19" w:rsidRPr="006B6950" w:rsidRDefault="00D66A19" w:rsidP="000B5571">
      <w:pPr>
        <w:ind w:left="142" w:firstLine="567"/>
        <w:jc w:val="both"/>
        <w:rPr>
          <w:sz w:val="32"/>
          <w:szCs w:val="32"/>
        </w:rPr>
      </w:pPr>
      <w:r w:rsidRPr="006B6950">
        <w:rPr>
          <w:sz w:val="32"/>
          <w:szCs w:val="32"/>
        </w:rPr>
        <w:t>Анализ показывает,</w:t>
      </w:r>
      <w:r>
        <w:rPr>
          <w:sz w:val="32"/>
          <w:szCs w:val="32"/>
        </w:rPr>
        <w:t xml:space="preserve"> что с каждым годом происходит увеличение обращение граждан и </w:t>
      </w:r>
      <w:r w:rsidRPr="006B6950">
        <w:rPr>
          <w:sz w:val="32"/>
          <w:szCs w:val="32"/>
        </w:rPr>
        <w:t xml:space="preserve"> что основными вопросами, с которыми обращались граждане, были такими как: жилищно-бытовые вопросы, вопросы благоустройства, вопросы, связанные с предоставлением и</w:t>
      </w:r>
      <w:r>
        <w:rPr>
          <w:sz w:val="32"/>
          <w:szCs w:val="32"/>
        </w:rPr>
        <w:t xml:space="preserve"> оформлением земельных участков, оформления пособий, регистрацией по месту жительства.</w:t>
      </w:r>
      <w:r w:rsidRPr="006B6950">
        <w:rPr>
          <w:sz w:val="32"/>
          <w:szCs w:val="32"/>
        </w:rPr>
        <w:t xml:space="preserve"> Почти все вопросы в той или иной степени были </w:t>
      </w:r>
      <w:r>
        <w:rPr>
          <w:sz w:val="32"/>
          <w:szCs w:val="32"/>
        </w:rPr>
        <w:t>решены положительно.</w:t>
      </w:r>
    </w:p>
    <w:p w:rsidR="00D66A19" w:rsidRPr="006B6950" w:rsidRDefault="00D66A19" w:rsidP="000B5571">
      <w:pPr>
        <w:ind w:left="142" w:firstLine="567"/>
        <w:jc w:val="both"/>
        <w:rPr>
          <w:sz w:val="32"/>
          <w:szCs w:val="32"/>
        </w:rPr>
      </w:pPr>
    </w:p>
    <w:p w:rsidR="00D66A19" w:rsidRPr="006B6950" w:rsidRDefault="00D66A19" w:rsidP="00ED79D6">
      <w:pPr>
        <w:ind w:left="-567" w:firstLine="567"/>
        <w:jc w:val="both"/>
        <w:rPr>
          <w:sz w:val="32"/>
          <w:szCs w:val="32"/>
        </w:rPr>
      </w:pPr>
      <w:r w:rsidRPr="006B6950">
        <w:rPr>
          <w:sz w:val="32"/>
          <w:szCs w:val="32"/>
        </w:rPr>
        <w:t>Очень многие вопросы решались благодаря помощи районной администрации. Хочется сказать большое спасибо главе администрации муниципального образования – Михайловский муниципальный район Сидорову Евгению Владимировичу, его заместителям и сотрудникам администрации за оказание помощи в решении многих вопросах, в том числе и по  благоустройству поселения.</w:t>
      </w:r>
    </w:p>
    <w:p w:rsidR="00D66A19" w:rsidRPr="006B6950" w:rsidRDefault="00D66A19" w:rsidP="00ED79D6">
      <w:pPr>
        <w:tabs>
          <w:tab w:val="left" w:pos="975"/>
        </w:tabs>
        <w:ind w:left="-567"/>
        <w:jc w:val="both"/>
        <w:rPr>
          <w:color w:val="1E1E1E"/>
          <w:sz w:val="32"/>
          <w:szCs w:val="32"/>
          <w:shd w:val="clear" w:color="auto" w:fill="FFFFFF"/>
        </w:rPr>
      </w:pPr>
    </w:p>
    <w:p w:rsidR="00D66A19" w:rsidRDefault="00D66A19" w:rsidP="000B5571">
      <w:pPr>
        <w:ind w:firstLine="540"/>
        <w:jc w:val="both"/>
        <w:rPr>
          <w:sz w:val="32"/>
          <w:szCs w:val="32"/>
        </w:rPr>
      </w:pPr>
      <w:r w:rsidRPr="006B6950">
        <w:rPr>
          <w:sz w:val="32"/>
          <w:szCs w:val="32"/>
        </w:rPr>
        <w:t>В целях обеспечения открытости и доступности к информации о деятельности администрации МО – Щетининское сельское поселение, действует официальный сайт администрации Михайловского муниципального района, на котором размещается информация о проведенной работе, нормативно- правовые акты, принимаемые в ходе решения вопросов местного значения администрацией и большое количество разнообразной информации, перечень которой определен федеральным законодательством,</w:t>
      </w:r>
      <w:r>
        <w:rPr>
          <w:sz w:val="32"/>
          <w:szCs w:val="32"/>
        </w:rPr>
        <w:t xml:space="preserve"> </w:t>
      </w:r>
      <w:r w:rsidRPr="00DB091B">
        <w:rPr>
          <w:i/>
          <w:sz w:val="32"/>
          <w:szCs w:val="32"/>
        </w:rPr>
        <w:t>а также вся</w:t>
      </w:r>
      <w:r w:rsidRPr="006B6950">
        <w:rPr>
          <w:sz w:val="32"/>
          <w:szCs w:val="32"/>
        </w:rPr>
        <w:t xml:space="preserve"> документация нормативного характера подлежит опубликованию в официальном издании «Информационный бюллетень муниципального образования – Щетининское сельское поселение</w:t>
      </w:r>
      <w:r>
        <w:rPr>
          <w:sz w:val="32"/>
          <w:szCs w:val="32"/>
        </w:rPr>
        <w:t>»</w:t>
      </w:r>
      <w:r w:rsidRPr="006B6950">
        <w:rPr>
          <w:sz w:val="32"/>
          <w:szCs w:val="32"/>
        </w:rPr>
        <w:t>, несколько экземпляров которого, предоставляются в библиотеки</w:t>
      </w:r>
      <w:r>
        <w:rPr>
          <w:sz w:val="32"/>
          <w:szCs w:val="32"/>
        </w:rPr>
        <w:t xml:space="preserve"> </w:t>
      </w:r>
      <w:r w:rsidRPr="006B6950">
        <w:rPr>
          <w:sz w:val="32"/>
          <w:szCs w:val="32"/>
        </w:rPr>
        <w:t xml:space="preserve"> для общедоступного пользования. </w:t>
      </w:r>
    </w:p>
    <w:p w:rsidR="00D66A19" w:rsidRDefault="00D66A19" w:rsidP="000B5571">
      <w:pPr>
        <w:ind w:firstLine="540"/>
        <w:jc w:val="both"/>
        <w:rPr>
          <w:sz w:val="32"/>
          <w:szCs w:val="32"/>
        </w:rPr>
      </w:pPr>
      <w:r>
        <w:rPr>
          <w:sz w:val="32"/>
          <w:szCs w:val="32"/>
        </w:rPr>
        <w:t>В Щетининском  сельском поселении накоплен положительный опыт по сохранению межнационального мира и согласия. Активно ведется работа по искоренению рисков экстремизма в начальной стадии, повышению толерантности населения и преодолению этносоциальных и религиозных противоречий. Системный подход  к мерам, направленным на предупреждение, выявление, устранение причин и условий, способствующих экстремизму, терроризму, совершению правонарушений, является одним из важнейших условий улучшения социально-экономической  ситуации в поселении.</w:t>
      </w:r>
    </w:p>
    <w:p w:rsidR="00D66A19" w:rsidRPr="006B6950" w:rsidRDefault="00D66A19" w:rsidP="000B5571">
      <w:pPr>
        <w:ind w:firstLine="540"/>
        <w:jc w:val="both"/>
        <w:rPr>
          <w:sz w:val="32"/>
          <w:szCs w:val="32"/>
        </w:rPr>
      </w:pPr>
    </w:p>
    <w:p w:rsidR="00D66A19" w:rsidRDefault="00D66A19" w:rsidP="000B5571">
      <w:pPr>
        <w:ind w:firstLine="540"/>
        <w:jc w:val="both"/>
        <w:rPr>
          <w:sz w:val="32"/>
          <w:szCs w:val="32"/>
        </w:rPr>
      </w:pPr>
      <w:r w:rsidRPr="006B6950">
        <w:rPr>
          <w:sz w:val="32"/>
          <w:szCs w:val="32"/>
        </w:rPr>
        <w:t xml:space="preserve">Работа с населением, информационная открытость и обратная связь с гражданами будет и остается приоритетным направлением работы администрации Щетининского сельского поселения. </w:t>
      </w:r>
    </w:p>
    <w:p w:rsidR="00D66A19" w:rsidRPr="006B6950" w:rsidRDefault="00D66A19" w:rsidP="000B5571">
      <w:pPr>
        <w:ind w:firstLine="540"/>
        <w:jc w:val="both"/>
        <w:rPr>
          <w:sz w:val="32"/>
          <w:szCs w:val="32"/>
        </w:rPr>
      </w:pPr>
    </w:p>
    <w:p w:rsidR="00D66A19" w:rsidRDefault="00D66A19" w:rsidP="00ED79D6">
      <w:pPr>
        <w:ind w:left="-567" w:firstLine="567"/>
        <w:jc w:val="both"/>
        <w:rPr>
          <w:color w:val="000000"/>
          <w:sz w:val="32"/>
          <w:szCs w:val="32"/>
        </w:rPr>
      </w:pPr>
      <w:r w:rsidRPr="006B6950">
        <w:rPr>
          <w:color w:val="000000"/>
          <w:sz w:val="32"/>
          <w:szCs w:val="32"/>
        </w:rPr>
        <w:t xml:space="preserve">В 2017 году были выборы Губернатора Рязанской области. Наши жители проявили активную гражданскую позицию, массово пришли на избирательные участки в своем большинстве отдали свои голоса за Любимова Николая Викторовича. 18 марта 2018года будут очень важные  выборы </w:t>
      </w:r>
      <w:r>
        <w:rPr>
          <w:color w:val="000000"/>
          <w:sz w:val="32"/>
          <w:szCs w:val="32"/>
        </w:rPr>
        <w:t xml:space="preserve">для </w:t>
      </w:r>
      <w:r w:rsidRPr="006B6950">
        <w:rPr>
          <w:color w:val="000000"/>
          <w:sz w:val="32"/>
          <w:szCs w:val="32"/>
        </w:rPr>
        <w:t xml:space="preserve">нашей страны, это выборы  Президента РФ </w:t>
      </w:r>
      <w:r>
        <w:rPr>
          <w:color w:val="000000"/>
          <w:sz w:val="32"/>
          <w:szCs w:val="32"/>
        </w:rPr>
        <w:t xml:space="preserve">, </w:t>
      </w:r>
      <w:r w:rsidRPr="006B6950">
        <w:rPr>
          <w:color w:val="000000"/>
          <w:sz w:val="32"/>
          <w:szCs w:val="32"/>
        </w:rPr>
        <w:t xml:space="preserve">и я </w:t>
      </w:r>
      <w:r>
        <w:rPr>
          <w:color w:val="000000"/>
          <w:sz w:val="32"/>
          <w:szCs w:val="32"/>
        </w:rPr>
        <w:t>уверена,</w:t>
      </w:r>
      <w:r w:rsidRPr="006B6950">
        <w:rPr>
          <w:color w:val="000000"/>
          <w:sz w:val="32"/>
          <w:szCs w:val="32"/>
        </w:rPr>
        <w:t xml:space="preserve"> </w:t>
      </w:r>
      <w:r>
        <w:rPr>
          <w:color w:val="000000"/>
          <w:sz w:val="32"/>
          <w:szCs w:val="32"/>
        </w:rPr>
        <w:t>что все жители</w:t>
      </w:r>
      <w:r w:rsidRPr="006B6950">
        <w:rPr>
          <w:color w:val="000000"/>
          <w:sz w:val="32"/>
          <w:szCs w:val="32"/>
        </w:rPr>
        <w:t xml:space="preserve"> </w:t>
      </w:r>
      <w:r>
        <w:rPr>
          <w:color w:val="000000"/>
          <w:sz w:val="32"/>
          <w:szCs w:val="32"/>
        </w:rPr>
        <w:t xml:space="preserve">поселения проявят свою гражданскую позицию, придут </w:t>
      </w:r>
      <w:r w:rsidRPr="006B6950">
        <w:rPr>
          <w:color w:val="000000"/>
          <w:sz w:val="32"/>
          <w:szCs w:val="32"/>
        </w:rPr>
        <w:t xml:space="preserve"> на избирательные участк</w:t>
      </w:r>
      <w:r>
        <w:rPr>
          <w:color w:val="000000"/>
          <w:sz w:val="32"/>
          <w:szCs w:val="32"/>
        </w:rPr>
        <w:t>и</w:t>
      </w:r>
      <w:r w:rsidRPr="006B6950">
        <w:rPr>
          <w:color w:val="000000"/>
          <w:sz w:val="32"/>
          <w:szCs w:val="32"/>
        </w:rPr>
        <w:t xml:space="preserve">. </w:t>
      </w:r>
      <w:r>
        <w:rPr>
          <w:color w:val="000000"/>
          <w:sz w:val="32"/>
          <w:szCs w:val="32"/>
        </w:rPr>
        <w:t>Важно проявить себя в качестве гражданина своей страны. Важно проявить себя в качестве гражданина своей страны. Важно показать пример нашим детям, научить их быть гражданами.</w:t>
      </w:r>
    </w:p>
    <w:p w:rsidR="00D66A19" w:rsidRPr="006B6950" w:rsidRDefault="00D66A19" w:rsidP="00ED79D6">
      <w:pPr>
        <w:ind w:left="-567" w:firstLine="567"/>
        <w:jc w:val="both"/>
        <w:rPr>
          <w:sz w:val="32"/>
          <w:szCs w:val="32"/>
        </w:rPr>
      </w:pPr>
    </w:p>
    <w:p w:rsidR="00D66A19" w:rsidRDefault="00D66A19" w:rsidP="00ED79D6">
      <w:pPr>
        <w:tabs>
          <w:tab w:val="left" w:pos="975"/>
        </w:tabs>
        <w:ind w:left="-567"/>
        <w:jc w:val="both"/>
        <w:rPr>
          <w:sz w:val="32"/>
          <w:szCs w:val="32"/>
        </w:rPr>
      </w:pPr>
      <w:r w:rsidRPr="00DB091B">
        <w:rPr>
          <w:sz w:val="32"/>
          <w:szCs w:val="32"/>
        </w:rPr>
        <w:t xml:space="preserve">   В 2017 году </w:t>
      </w:r>
      <w:r>
        <w:rPr>
          <w:sz w:val="32"/>
          <w:szCs w:val="32"/>
        </w:rPr>
        <w:t xml:space="preserve"> в поселении </w:t>
      </w:r>
      <w:r w:rsidRPr="00DB091B">
        <w:rPr>
          <w:sz w:val="32"/>
          <w:szCs w:val="32"/>
        </w:rPr>
        <w:t xml:space="preserve">совместно с депутатами была разработана и принята символика Щетининского сельского поселения. Теперь в нашем поселении имеется свой герб и флаг.  </w:t>
      </w:r>
    </w:p>
    <w:p w:rsidR="00D66A19" w:rsidRPr="00DB091B" w:rsidRDefault="00D66A19" w:rsidP="00ED79D6">
      <w:pPr>
        <w:tabs>
          <w:tab w:val="left" w:pos="975"/>
        </w:tabs>
        <w:ind w:left="-567"/>
        <w:jc w:val="both"/>
        <w:rPr>
          <w:sz w:val="32"/>
          <w:szCs w:val="32"/>
        </w:rPr>
      </w:pPr>
    </w:p>
    <w:p w:rsidR="00D66A19" w:rsidRDefault="00D66A19" w:rsidP="00ED79D6">
      <w:pPr>
        <w:tabs>
          <w:tab w:val="left" w:pos="975"/>
        </w:tabs>
        <w:ind w:left="-567"/>
        <w:jc w:val="both"/>
        <w:rPr>
          <w:b/>
          <w:sz w:val="32"/>
          <w:szCs w:val="32"/>
        </w:rPr>
      </w:pPr>
      <w:r w:rsidRPr="006B6950">
        <w:rPr>
          <w:b/>
          <w:sz w:val="32"/>
          <w:szCs w:val="32"/>
        </w:rPr>
        <w:t xml:space="preserve">   БЮДЖЕТ:  </w:t>
      </w:r>
    </w:p>
    <w:p w:rsidR="00D66A19" w:rsidRPr="006B6950" w:rsidRDefault="00D66A19" w:rsidP="00E96E95">
      <w:pPr>
        <w:tabs>
          <w:tab w:val="left" w:pos="975"/>
        </w:tabs>
        <w:ind w:left="-567"/>
        <w:jc w:val="both"/>
        <w:rPr>
          <w:b/>
          <w:sz w:val="32"/>
          <w:szCs w:val="32"/>
        </w:rPr>
      </w:pPr>
      <w:r w:rsidRPr="006B6950">
        <w:rPr>
          <w:b/>
          <w:sz w:val="32"/>
          <w:szCs w:val="32"/>
        </w:rPr>
        <w:t xml:space="preserve"> </w:t>
      </w:r>
      <w:r w:rsidRPr="00E96E95">
        <w:rPr>
          <w:color w:val="1E1E1E"/>
          <w:sz w:val="32"/>
          <w:szCs w:val="32"/>
          <w:shd w:val="clear" w:color="auto" w:fill="FFFFFF"/>
        </w:rPr>
        <w:t xml:space="preserve">Хозяйство наше не маленькое, к сожалению, на территории нет </w:t>
      </w:r>
      <w:r>
        <w:rPr>
          <w:color w:val="1E1E1E"/>
          <w:sz w:val="32"/>
          <w:szCs w:val="32"/>
          <w:shd w:val="clear" w:color="auto" w:fill="FFFFFF"/>
        </w:rPr>
        <w:t xml:space="preserve">больших </w:t>
      </w:r>
      <w:r w:rsidRPr="00E96E95">
        <w:rPr>
          <w:color w:val="1E1E1E"/>
          <w:sz w:val="32"/>
          <w:szCs w:val="32"/>
          <w:shd w:val="clear" w:color="auto" w:fill="FFFFFF"/>
        </w:rPr>
        <w:t>сельхоз предприятий, ведь они могли бы быть для нас главным помощником в вопросе трудоустройства жителей на местах, и в решении вопросов – благоустройства территории. Но</w:t>
      </w:r>
      <w:r>
        <w:rPr>
          <w:color w:val="1E1E1E"/>
          <w:sz w:val="32"/>
          <w:szCs w:val="32"/>
          <w:shd w:val="clear" w:color="auto" w:fill="FFFFFF"/>
        </w:rPr>
        <w:t>,</w:t>
      </w:r>
      <w:r w:rsidRPr="00E96E95">
        <w:rPr>
          <w:color w:val="1E1E1E"/>
          <w:sz w:val="32"/>
          <w:szCs w:val="32"/>
          <w:shd w:val="clear" w:color="auto" w:fill="FFFFFF"/>
        </w:rPr>
        <w:t xml:space="preserve"> несмотря ни на что, поселение живет. Я хочу подробнее остановиться на нашем бюджете.</w:t>
      </w:r>
      <w:r w:rsidRPr="00E96E95">
        <w:rPr>
          <w:color w:val="1E1E1E"/>
          <w:sz w:val="32"/>
          <w:szCs w:val="32"/>
        </w:rPr>
        <w:br/>
      </w:r>
    </w:p>
    <w:p w:rsidR="00D66A19" w:rsidRPr="006B6950" w:rsidRDefault="00D66A19" w:rsidP="00ED79D6">
      <w:pPr>
        <w:tabs>
          <w:tab w:val="left" w:pos="975"/>
        </w:tabs>
        <w:ind w:left="-567"/>
        <w:jc w:val="both"/>
        <w:rPr>
          <w:sz w:val="32"/>
          <w:szCs w:val="32"/>
        </w:rPr>
      </w:pPr>
      <w:r w:rsidRPr="006B6950">
        <w:rPr>
          <w:sz w:val="32"/>
          <w:szCs w:val="32"/>
        </w:rPr>
        <w:t xml:space="preserve">  Формирование бюджета наиболее важный и сложный вопрос в рамках реализации полномочий. </w:t>
      </w:r>
    </w:p>
    <w:p w:rsidR="00D66A19" w:rsidRPr="006B6950" w:rsidRDefault="00D66A19" w:rsidP="00DD3BB8">
      <w:pPr>
        <w:tabs>
          <w:tab w:val="left" w:pos="975"/>
        </w:tabs>
        <w:ind w:left="-567" w:firstLine="567"/>
        <w:jc w:val="both"/>
        <w:rPr>
          <w:b/>
          <w:sz w:val="32"/>
          <w:szCs w:val="32"/>
        </w:rPr>
      </w:pPr>
      <w:r w:rsidRPr="006B6950">
        <w:rPr>
          <w:sz w:val="32"/>
          <w:szCs w:val="32"/>
        </w:rPr>
        <w:t xml:space="preserve"> Бюджет МО – Щетининское сельское поселение на 2017 г. сформирован в установленные законодательством сроки и  утвержден решением </w:t>
      </w:r>
      <w:r>
        <w:rPr>
          <w:sz w:val="32"/>
          <w:szCs w:val="32"/>
        </w:rPr>
        <w:t>Совета депутатов. Бюджет  в 2017</w:t>
      </w:r>
      <w:r w:rsidRPr="006B6950">
        <w:rPr>
          <w:sz w:val="32"/>
          <w:szCs w:val="32"/>
        </w:rPr>
        <w:t xml:space="preserve"> году составил в сумме </w:t>
      </w:r>
      <w:r>
        <w:rPr>
          <w:b/>
          <w:sz w:val="32"/>
          <w:szCs w:val="32"/>
        </w:rPr>
        <w:t>4.209.432 руб.42</w:t>
      </w:r>
      <w:r w:rsidRPr="006B6950">
        <w:rPr>
          <w:b/>
          <w:sz w:val="32"/>
          <w:szCs w:val="32"/>
        </w:rPr>
        <w:t xml:space="preserve">коп. </w:t>
      </w:r>
    </w:p>
    <w:p w:rsidR="00D66A19" w:rsidRDefault="00D66A19" w:rsidP="004159C0">
      <w:pPr>
        <w:tabs>
          <w:tab w:val="left" w:pos="975"/>
        </w:tabs>
        <w:ind w:left="-567" w:firstLine="567"/>
        <w:jc w:val="both"/>
        <w:rPr>
          <w:sz w:val="32"/>
          <w:szCs w:val="32"/>
        </w:rPr>
      </w:pPr>
      <w:r w:rsidRPr="006B6950">
        <w:rPr>
          <w:sz w:val="32"/>
          <w:szCs w:val="32"/>
        </w:rPr>
        <w:t>В связи с проведенной работой по налогам за данный период, доходная часть бюджета выполнена в полном объеме и составляет 100% .</w:t>
      </w:r>
    </w:p>
    <w:p w:rsidR="00D66A19" w:rsidRPr="006B6950" w:rsidRDefault="00D66A19" w:rsidP="00751C16">
      <w:pPr>
        <w:tabs>
          <w:tab w:val="left" w:pos="975"/>
        </w:tabs>
        <w:ind w:left="-567" w:firstLine="567"/>
        <w:jc w:val="both"/>
        <w:rPr>
          <w:sz w:val="32"/>
          <w:szCs w:val="32"/>
        </w:rPr>
      </w:pPr>
      <w:r w:rsidRPr="006B6950">
        <w:rPr>
          <w:sz w:val="32"/>
          <w:szCs w:val="32"/>
        </w:rPr>
        <w:t>По видам доходная часть бюджета за 2017 год выглядит следующим образом:</w:t>
      </w:r>
    </w:p>
    <w:p w:rsidR="00D66A19" w:rsidRPr="00DB091B" w:rsidRDefault="00D66A19" w:rsidP="00751C16">
      <w:pPr>
        <w:tabs>
          <w:tab w:val="left" w:pos="975"/>
        </w:tabs>
        <w:ind w:left="-567" w:firstLine="567"/>
        <w:jc w:val="both"/>
        <w:rPr>
          <w:i/>
          <w:sz w:val="32"/>
          <w:szCs w:val="32"/>
        </w:rPr>
      </w:pPr>
      <w:r w:rsidRPr="00DB091B">
        <w:rPr>
          <w:i/>
          <w:sz w:val="32"/>
          <w:szCs w:val="32"/>
        </w:rPr>
        <w:t>НДФЛ – 48 695,23 руб.,</w:t>
      </w:r>
    </w:p>
    <w:p w:rsidR="00D66A19" w:rsidRPr="00DB091B" w:rsidRDefault="00D66A19" w:rsidP="00751C16">
      <w:pPr>
        <w:tabs>
          <w:tab w:val="left" w:pos="975"/>
        </w:tabs>
        <w:ind w:left="-567" w:firstLine="567"/>
        <w:jc w:val="both"/>
        <w:rPr>
          <w:i/>
          <w:sz w:val="32"/>
          <w:szCs w:val="32"/>
        </w:rPr>
      </w:pPr>
      <w:r w:rsidRPr="00DB091B">
        <w:rPr>
          <w:i/>
          <w:sz w:val="32"/>
          <w:szCs w:val="32"/>
        </w:rPr>
        <w:t xml:space="preserve">налог на имущество физических лиц – </w:t>
      </w:r>
      <w:r w:rsidRPr="00DB091B">
        <w:rPr>
          <w:b/>
          <w:i/>
          <w:sz w:val="32"/>
          <w:szCs w:val="32"/>
        </w:rPr>
        <w:t>3 22 886,39</w:t>
      </w:r>
      <w:r w:rsidRPr="00DB091B">
        <w:rPr>
          <w:i/>
          <w:sz w:val="32"/>
          <w:szCs w:val="32"/>
        </w:rPr>
        <w:t xml:space="preserve"> руб.,</w:t>
      </w:r>
    </w:p>
    <w:p w:rsidR="00D66A19" w:rsidRPr="00DB091B" w:rsidRDefault="00D66A19" w:rsidP="00751C16">
      <w:pPr>
        <w:tabs>
          <w:tab w:val="left" w:pos="975"/>
        </w:tabs>
        <w:ind w:left="-567" w:firstLine="567"/>
        <w:jc w:val="both"/>
        <w:rPr>
          <w:i/>
          <w:sz w:val="32"/>
          <w:szCs w:val="32"/>
        </w:rPr>
      </w:pPr>
      <w:r w:rsidRPr="00DB091B">
        <w:rPr>
          <w:i/>
          <w:sz w:val="32"/>
          <w:szCs w:val="32"/>
        </w:rPr>
        <w:t xml:space="preserve">налог на землю – </w:t>
      </w:r>
      <w:r w:rsidRPr="00DB091B">
        <w:rPr>
          <w:b/>
          <w:i/>
          <w:sz w:val="32"/>
          <w:szCs w:val="32"/>
        </w:rPr>
        <w:t>3.169.449,94руб</w:t>
      </w:r>
      <w:r w:rsidRPr="00DB091B">
        <w:rPr>
          <w:i/>
          <w:sz w:val="32"/>
          <w:szCs w:val="32"/>
        </w:rPr>
        <w:t>.,</w:t>
      </w:r>
    </w:p>
    <w:p w:rsidR="00D66A19" w:rsidRPr="00DB091B" w:rsidRDefault="00D66A19" w:rsidP="00751C16">
      <w:pPr>
        <w:tabs>
          <w:tab w:val="left" w:pos="975"/>
        </w:tabs>
        <w:ind w:left="-567" w:firstLine="567"/>
        <w:jc w:val="both"/>
        <w:rPr>
          <w:i/>
          <w:sz w:val="32"/>
          <w:szCs w:val="32"/>
        </w:rPr>
      </w:pPr>
      <w:r w:rsidRPr="00DB091B">
        <w:rPr>
          <w:i/>
          <w:sz w:val="32"/>
          <w:szCs w:val="32"/>
        </w:rPr>
        <w:t>штрафы – 11636,72 руб.,</w:t>
      </w:r>
    </w:p>
    <w:p w:rsidR="00D66A19" w:rsidRPr="00DB091B" w:rsidRDefault="00D66A19" w:rsidP="00DD3BB8">
      <w:pPr>
        <w:tabs>
          <w:tab w:val="left" w:pos="975"/>
        </w:tabs>
        <w:ind w:left="-567" w:firstLine="567"/>
        <w:jc w:val="both"/>
        <w:rPr>
          <w:i/>
          <w:sz w:val="32"/>
          <w:szCs w:val="32"/>
        </w:rPr>
      </w:pPr>
      <w:r w:rsidRPr="00DB091B">
        <w:rPr>
          <w:i/>
          <w:sz w:val="32"/>
          <w:szCs w:val="32"/>
        </w:rPr>
        <w:t xml:space="preserve">акцизы на бензин – </w:t>
      </w:r>
      <w:r w:rsidRPr="00DB091B">
        <w:rPr>
          <w:b/>
          <w:i/>
          <w:sz w:val="32"/>
          <w:szCs w:val="32"/>
        </w:rPr>
        <w:t>361 110,62</w:t>
      </w:r>
      <w:r w:rsidRPr="00DB091B">
        <w:rPr>
          <w:i/>
          <w:sz w:val="32"/>
          <w:szCs w:val="32"/>
        </w:rPr>
        <w:t xml:space="preserve"> руб.,</w:t>
      </w:r>
    </w:p>
    <w:p w:rsidR="00D66A19" w:rsidRPr="00DB091B" w:rsidRDefault="00D66A19" w:rsidP="00751C16">
      <w:pPr>
        <w:tabs>
          <w:tab w:val="left" w:pos="975"/>
        </w:tabs>
        <w:ind w:left="-567" w:firstLine="567"/>
        <w:jc w:val="both"/>
        <w:rPr>
          <w:i/>
          <w:sz w:val="32"/>
          <w:szCs w:val="32"/>
        </w:rPr>
      </w:pPr>
      <w:r w:rsidRPr="00DB091B">
        <w:rPr>
          <w:i/>
          <w:sz w:val="32"/>
          <w:szCs w:val="32"/>
        </w:rPr>
        <w:t>субвенции – 168 178,12 руб.,</w:t>
      </w:r>
    </w:p>
    <w:p w:rsidR="00D66A19" w:rsidRPr="00DB091B" w:rsidRDefault="00D66A19" w:rsidP="00751C16">
      <w:pPr>
        <w:tabs>
          <w:tab w:val="left" w:pos="975"/>
        </w:tabs>
        <w:ind w:left="-567" w:firstLine="567"/>
        <w:jc w:val="both"/>
        <w:rPr>
          <w:i/>
          <w:sz w:val="32"/>
          <w:szCs w:val="32"/>
        </w:rPr>
      </w:pPr>
      <w:r w:rsidRPr="00DB091B">
        <w:rPr>
          <w:i/>
          <w:sz w:val="32"/>
          <w:szCs w:val="32"/>
        </w:rPr>
        <w:t>пожертвования граждан – 21500 руб.</w:t>
      </w:r>
    </w:p>
    <w:p w:rsidR="00D66A19" w:rsidRPr="006B6950" w:rsidRDefault="00D66A19" w:rsidP="00497947">
      <w:pPr>
        <w:tabs>
          <w:tab w:val="left" w:pos="975"/>
        </w:tabs>
        <w:jc w:val="both"/>
        <w:rPr>
          <w:sz w:val="32"/>
          <w:szCs w:val="32"/>
        </w:rPr>
      </w:pPr>
    </w:p>
    <w:p w:rsidR="00D66A19" w:rsidRPr="006B6950" w:rsidRDefault="00D66A19" w:rsidP="00751C16">
      <w:pPr>
        <w:tabs>
          <w:tab w:val="left" w:pos="975"/>
        </w:tabs>
        <w:ind w:left="-567" w:firstLine="567"/>
        <w:jc w:val="both"/>
        <w:rPr>
          <w:sz w:val="32"/>
          <w:szCs w:val="32"/>
        </w:rPr>
      </w:pPr>
      <w:r w:rsidRPr="006B6950">
        <w:rPr>
          <w:sz w:val="32"/>
          <w:szCs w:val="32"/>
        </w:rPr>
        <w:t xml:space="preserve">Наибольший удельный вес в структуре налоговых доходов по прежнему принадлежит земельному налогу  и налогу на имущество физических лиц, не мало важную роль играют поступления налогов от акцизов на бензин.                                                            </w:t>
      </w:r>
    </w:p>
    <w:p w:rsidR="00D66A19" w:rsidRPr="006B6950" w:rsidRDefault="00D66A19" w:rsidP="004159C0">
      <w:pPr>
        <w:tabs>
          <w:tab w:val="left" w:pos="975"/>
        </w:tabs>
        <w:ind w:left="-567" w:firstLine="567"/>
        <w:jc w:val="both"/>
        <w:rPr>
          <w:sz w:val="32"/>
          <w:szCs w:val="32"/>
        </w:rPr>
      </w:pPr>
      <w:r w:rsidRPr="006B6950">
        <w:rPr>
          <w:sz w:val="32"/>
          <w:szCs w:val="32"/>
        </w:rPr>
        <w:t xml:space="preserve">Нами еще не до конца использованы резервы по сбору данных налогов, ежемесячно проводятся работы с налогоплательщиками по вопросам уплаты налогов в бюджет, производится сверка с налоговыми органами по вопросам начисления  и  сбора налоговых платежей  в бюджет поселения. (Хотя и мы стараемся, проводим работу по сбору налогов, но на нашей территории нет больших предприятий, которые платили бы налоги в </w:t>
      </w:r>
      <w:r>
        <w:rPr>
          <w:sz w:val="32"/>
          <w:szCs w:val="32"/>
        </w:rPr>
        <w:t>наш бюджет, это очень печально)</w:t>
      </w:r>
      <w:r w:rsidRPr="006B6950">
        <w:rPr>
          <w:sz w:val="32"/>
          <w:szCs w:val="32"/>
        </w:rPr>
        <w:t>.</w:t>
      </w:r>
    </w:p>
    <w:p w:rsidR="00D66A19" w:rsidRPr="006B6950" w:rsidRDefault="00D66A19" w:rsidP="00751C16">
      <w:pPr>
        <w:tabs>
          <w:tab w:val="left" w:pos="975"/>
        </w:tabs>
        <w:ind w:left="-567" w:firstLine="567"/>
        <w:jc w:val="both"/>
        <w:rPr>
          <w:sz w:val="32"/>
          <w:szCs w:val="32"/>
        </w:rPr>
      </w:pPr>
      <w:r w:rsidRPr="006B6950">
        <w:rPr>
          <w:sz w:val="32"/>
          <w:szCs w:val="32"/>
        </w:rPr>
        <w:t xml:space="preserve">Одним из направлений социально-экономического развития поселения является решение вопросов благоустройства и санитарного состояния населенных пунктов. </w:t>
      </w:r>
    </w:p>
    <w:p w:rsidR="00D66A19" w:rsidRPr="006B6950" w:rsidRDefault="00D66A19" w:rsidP="004159C0">
      <w:pPr>
        <w:tabs>
          <w:tab w:val="left" w:pos="975"/>
        </w:tabs>
        <w:ind w:left="-567" w:firstLine="567"/>
        <w:jc w:val="both"/>
        <w:rPr>
          <w:sz w:val="32"/>
          <w:szCs w:val="32"/>
        </w:rPr>
      </w:pPr>
      <w:r>
        <w:rPr>
          <w:sz w:val="32"/>
          <w:szCs w:val="32"/>
        </w:rPr>
        <w:t>В 2017</w:t>
      </w:r>
      <w:r w:rsidRPr="006B6950">
        <w:rPr>
          <w:sz w:val="32"/>
          <w:szCs w:val="32"/>
        </w:rPr>
        <w:t xml:space="preserve">году на решение этих задач из бюджета поселения </w:t>
      </w:r>
      <w:r>
        <w:rPr>
          <w:sz w:val="32"/>
          <w:szCs w:val="32"/>
        </w:rPr>
        <w:t xml:space="preserve">по благоустройству </w:t>
      </w:r>
      <w:r w:rsidRPr="006B6950">
        <w:rPr>
          <w:sz w:val="32"/>
          <w:szCs w:val="32"/>
        </w:rPr>
        <w:t>израсходовано</w:t>
      </w:r>
      <w:r>
        <w:rPr>
          <w:sz w:val="32"/>
          <w:szCs w:val="32"/>
        </w:rPr>
        <w:t xml:space="preserve"> </w:t>
      </w:r>
      <w:r w:rsidRPr="006B6950">
        <w:rPr>
          <w:sz w:val="32"/>
          <w:szCs w:val="32"/>
        </w:rPr>
        <w:t xml:space="preserve">на следующие нужды:  </w:t>
      </w:r>
      <w:r>
        <w:rPr>
          <w:sz w:val="32"/>
          <w:szCs w:val="32"/>
        </w:rPr>
        <w:tab/>
      </w:r>
      <w:r w:rsidRPr="006B6950">
        <w:rPr>
          <w:sz w:val="32"/>
          <w:szCs w:val="32"/>
        </w:rPr>
        <w:t xml:space="preserve"> </w:t>
      </w:r>
    </w:p>
    <w:p w:rsidR="00D66A19" w:rsidRPr="006B6950" w:rsidRDefault="00D66A19" w:rsidP="00F75BC8">
      <w:pPr>
        <w:tabs>
          <w:tab w:val="left" w:pos="975"/>
        </w:tabs>
        <w:jc w:val="both"/>
        <w:rPr>
          <w:sz w:val="32"/>
          <w:szCs w:val="32"/>
        </w:rPr>
      </w:pPr>
      <w:r>
        <w:rPr>
          <w:sz w:val="32"/>
          <w:szCs w:val="32"/>
        </w:rPr>
        <w:t xml:space="preserve">- </w:t>
      </w:r>
      <w:r w:rsidRPr="006B6950">
        <w:rPr>
          <w:sz w:val="32"/>
          <w:szCs w:val="32"/>
        </w:rPr>
        <w:t>Произведены расходы по уборке</w:t>
      </w:r>
      <w:r>
        <w:rPr>
          <w:sz w:val="32"/>
          <w:szCs w:val="32"/>
        </w:rPr>
        <w:t xml:space="preserve"> снега, уборке и вывозу мусора, уборке несанкционированных свалок  </w:t>
      </w:r>
      <w:r w:rsidRPr="006B6950">
        <w:rPr>
          <w:sz w:val="32"/>
          <w:szCs w:val="32"/>
        </w:rPr>
        <w:t xml:space="preserve"> </w:t>
      </w:r>
    </w:p>
    <w:p w:rsidR="00D66A19" w:rsidRPr="006B6950" w:rsidRDefault="00D66A19" w:rsidP="00751C16">
      <w:pPr>
        <w:tabs>
          <w:tab w:val="left" w:pos="975"/>
        </w:tabs>
        <w:ind w:left="-567" w:firstLine="567"/>
        <w:jc w:val="both"/>
        <w:rPr>
          <w:sz w:val="32"/>
          <w:szCs w:val="32"/>
        </w:rPr>
      </w:pPr>
      <w:r>
        <w:rPr>
          <w:sz w:val="32"/>
          <w:szCs w:val="32"/>
        </w:rPr>
        <w:t>-</w:t>
      </w:r>
      <w:r w:rsidRPr="006B6950">
        <w:rPr>
          <w:sz w:val="32"/>
          <w:szCs w:val="32"/>
        </w:rPr>
        <w:t xml:space="preserve"> </w:t>
      </w:r>
      <w:r>
        <w:rPr>
          <w:sz w:val="32"/>
          <w:szCs w:val="32"/>
        </w:rPr>
        <w:t>Производился   окос территории поселения</w:t>
      </w:r>
    </w:p>
    <w:p w:rsidR="00D66A19" w:rsidRDefault="00D66A19" w:rsidP="00AE7170">
      <w:pPr>
        <w:tabs>
          <w:tab w:val="left" w:pos="975"/>
        </w:tabs>
        <w:jc w:val="both"/>
        <w:rPr>
          <w:sz w:val="32"/>
          <w:szCs w:val="32"/>
        </w:rPr>
      </w:pPr>
      <w:r>
        <w:rPr>
          <w:sz w:val="32"/>
          <w:szCs w:val="32"/>
        </w:rPr>
        <w:t>-Произведена оплата</w:t>
      </w:r>
      <w:r w:rsidRPr="006B6950">
        <w:rPr>
          <w:sz w:val="32"/>
          <w:szCs w:val="32"/>
        </w:rPr>
        <w:t xml:space="preserve"> по страхованию гидросооружени</w:t>
      </w:r>
      <w:r>
        <w:rPr>
          <w:sz w:val="32"/>
          <w:szCs w:val="32"/>
        </w:rPr>
        <w:t>й, расположенных в с.Щетиновка,с.Прудская</w:t>
      </w:r>
    </w:p>
    <w:p w:rsidR="00D66A19" w:rsidRDefault="00D66A19" w:rsidP="00B64493">
      <w:pPr>
        <w:tabs>
          <w:tab w:val="left" w:pos="975"/>
        </w:tabs>
        <w:ind w:left="-567" w:firstLine="567"/>
        <w:jc w:val="both"/>
        <w:rPr>
          <w:sz w:val="32"/>
          <w:szCs w:val="32"/>
        </w:rPr>
      </w:pPr>
      <w:r>
        <w:rPr>
          <w:sz w:val="32"/>
          <w:szCs w:val="32"/>
        </w:rPr>
        <w:t>-</w:t>
      </w:r>
      <w:r w:rsidRPr="00B64493">
        <w:rPr>
          <w:sz w:val="32"/>
          <w:szCs w:val="32"/>
        </w:rPr>
        <w:t xml:space="preserve"> </w:t>
      </w:r>
      <w:r>
        <w:rPr>
          <w:sz w:val="32"/>
          <w:szCs w:val="32"/>
        </w:rPr>
        <w:t>Произведена чистка двух</w:t>
      </w:r>
      <w:r w:rsidRPr="006B6950">
        <w:rPr>
          <w:sz w:val="32"/>
          <w:szCs w:val="32"/>
        </w:rPr>
        <w:t xml:space="preserve">  колодц</w:t>
      </w:r>
      <w:r>
        <w:rPr>
          <w:sz w:val="32"/>
          <w:szCs w:val="32"/>
        </w:rPr>
        <w:t>ев д.Арсеньево</w:t>
      </w:r>
      <w:r w:rsidRPr="006B6950">
        <w:rPr>
          <w:sz w:val="32"/>
          <w:szCs w:val="32"/>
        </w:rPr>
        <w:t xml:space="preserve">, </w:t>
      </w:r>
      <w:r>
        <w:rPr>
          <w:sz w:val="32"/>
          <w:szCs w:val="32"/>
        </w:rPr>
        <w:t xml:space="preserve">ул.Телятники </w:t>
      </w:r>
    </w:p>
    <w:p w:rsidR="00D66A19" w:rsidRPr="006B6950" w:rsidRDefault="00D66A19" w:rsidP="00751C16">
      <w:pPr>
        <w:tabs>
          <w:tab w:val="left" w:pos="975"/>
        </w:tabs>
        <w:ind w:left="-567" w:firstLine="567"/>
        <w:jc w:val="both"/>
        <w:rPr>
          <w:sz w:val="32"/>
          <w:szCs w:val="32"/>
        </w:rPr>
      </w:pPr>
      <w:r>
        <w:rPr>
          <w:sz w:val="32"/>
          <w:szCs w:val="32"/>
        </w:rPr>
        <w:t>-</w:t>
      </w:r>
      <w:r w:rsidRPr="006B6950">
        <w:rPr>
          <w:sz w:val="32"/>
          <w:szCs w:val="32"/>
        </w:rPr>
        <w:t xml:space="preserve"> Изготовлен</w:t>
      </w:r>
      <w:r>
        <w:rPr>
          <w:sz w:val="32"/>
          <w:szCs w:val="32"/>
        </w:rPr>
        <w:t>ы</w:t>
      </w:r>
      <w:r w:rsidRPr="006B6950">
        <w:rPr>
          <w:sz w:val="32"/>
          <w:szCs w:val="32"/>
        </w:rPr>
        <w:t xml:space="preserve"> и поставлен</w:t>
      </w:r>
      <w:r>
        <w:rPr>
          <w:sz w:val="32"/>
          <w:szCs w:val="32"/>
        </w:rPr>
        <w:t>ы</w:t>
      </w:r>
      <w:r w:rsidRPr="006B6950">
        <w:rPr>
          <w:sz w:val="32"/>
          <w:szCs w:val="32"/>
        </w:rPr>
        <w:t xml:space="preserve"> домик</w:t>
      </w:r>
      <w:r>
        <w:rPr>
          <w:sz w:val="32"/>
          <w:szCs w:val="32"/>
        </w:rPr>
        <w:t>и</w:t>
      </w:r>
      <w:r w:rsidRPr="006B6950">
        <w:rPr>
          <w:sz w:val="32"/>
          <w:szCs w:val="32"/>
        </w:rPr>
        <w:t xml:space="preserve"> </w:t>
      </w:r>
      <w:r>
        <w:rPr>
          <w:sz w:val="32"/>
          <w:szCs w:val="32"/>
        </w:rPr>
        <w:t>над колодцами</w:t>
      </w:r>
      <w:r w:rsidRPr="006B6950">
        <w:rPr>
          <w:sz w:val="32"/>
          <w:szCs w:val="32"/>
        </w:rPr>
        <w:t xml:space="preserve"> в с.Пушкари </w:t>
      </w:r>
      <w:r>
        <w:rPr>
          <w:sz w:val="32"/>
          <w:szCs w:val="32"/>
        </w:rPr>
        <w:t xml:space="preserve">, ул.Телятники </w:t>
      </w:r>
    </w:p>
    <w:p w:rsidR="00D66A19" w:rsidRPr="006B6950" w:rsidRDefault="00D66A19" w:rsidP="004159C0">
      <w:pPr>
        <w:tabs>
          <w:tab w:val="left" w:pos="975"/>
        </w:tabs>
        <w:ind w:left="-567" w:firstLine="567"/>
        <w:jc w:val="both"/>
        <w:rPr>
          <w:sz w:val="32"/>
          <w:szCs w:val="32"/>
        </w:rPr>
      </w:pPr>
      <w:r>
        <w:rPr>
          <w:sz w:val="32"/>
          <w:szCs w:val="32"/>
        </w:rPr>
        <w:t xml:space="preserve">- </w:t>
      </w:r>
      <w:r w:rsidRPr="006B6950">
        <w:rPr>
          <w:sz w:val="32"/>
          <w:szCs w:val="32"/>
        </w:rPr>
        <w:t xml:space="preserve">Проведена работа по опиловке деревьев в с.Щетиновка, с.Прудская, с.Пушкари </w:t>
      </w:r>
    </w:p>
    <w:p w:rsidR="00D66A19" w:rsidRDefault="00D66A19" w:rsidP="00751C16">
      <w:pPr>
        <w:ind w:left="-567" w:firstLine="567"/>
        <w:jc w:val="both"/>
        <w:rPr>
          <w:sz w:val="32"/>
          <w:szCs w:val="32"/>
        </w:rPr>
      </w:pPr>
      <w:r>
        <w:rPr>
          <w:sz w:val="32"/>
          <w:szCs w:val="32"/>
        </w:rPr>
        <w:t xml:space="preserve">- </w:t>
      </w:r>
      <w:r w:rsidRPr="006B6950">
        <w:rPr>
          <w:sz w:val="32"/>
          <w:szCs w:val="32"/>
        </w:rPr>
        <w:t>Изг</w:t>
      </w:r>
      <w:r>
        <w:rPr>
          <w:sz w:val="32"/>
          <w:szCs w:val="32"/>
        </w:rPr>
        <w:t>отовлена</w:t>
      </w:r>
      <w:r w:rsidRPr="006B6950">
        <w:rPr>
          <w:sz w:val="32"/>
          <w:szCs w:val="32"/>
        </w:rPr>
        <w:t xml:space="preserve"> </w:t>
      </w:r>
      <w:r>
        <w:rPr>
          <w:sz w:val="32"/>
          <w:szCs w:val="32"/>
        </w:rPr>
        <w:t>ПСД  санитарной охранной зоны вокруг артскважин -405 000руб.</w:t>
      </w:r>
    </w:p>
    <w:p w:rsidR="00D66A19" w:rsidRDefault="00D66A19" w:rsidP="007E06AC">
      <w:pPr>
        <w:rPr>
          <w:sz w:val="32"/>
          <w:szCs w:val="32"/>
        </w:rPr>
      </w:pPr>
      <w:r>
        <w:rPr>
          <w:sz w:val="32"/>
          <w:szCs w:val="32"/>
        </w:rPr>
        <w:t xml:space="preserve">- </w:t>
      </w:r>
      <w:r w:rsidRPr="000058EA">
        <w:rPr>
          <w:sz w:val="32"/>
          <w:szCs w:val="32"/>
        </w:rPr>
        <w:t>Проведена огромная работа по  реставрации и сохранению памятника воинам, погибшим в ВОВ 1941-1945гг.в с.Пушкари, директору ООО</w:t>
      </w:r>
    </w:p>
    <w:p w:rsidR="00D66A19" w:rsidRPr="00AE7170" w:rsidRDefault="00D66A19" w:rsidP="007E06AC">
      <w:pPr>
        <w:rPr>
          <w:sz w:val="36"/>
          <w:szCs w:val="36"/>
        </w:rPr>
      </w:pPr>
      <w:r w:rsidRPr="000058EA">
        <w:rPr>
          <w:sz w:val="32"/>
          <w:szCs w:val="32"/>
        </w:rPr>
        <w:t xml:space="preserve"> « ТМ Агро» Архарову</w:t>
      </w:r>
      <w:r>
        <w:rPr>
          <w:sz w:val="32"/>
          <w:szCs w:val="32"/>
        </w:rPr>
        <w:t xml:space="preserve"> Эдуарду Николаевичу </w:t>
      </w:r>
      <w:r>
        <w:rPr>
          <w:sz w:val="36"/>
          <w:szCs w:val="36"/>
        </w:rPr>
        <w:t>выражаем слова искренней признательности и благодарности .</w:t>
      </w:r>
    </w:p>
    <w:p w:rsidR="00D66A19" w:rsidRDefault="00D66A19" w:rsidP="004159C0">
      <w:pPr>
        <w:jc w:val="both"/>
        <w:rPr>
          <w:sz w:val="32"/>
          <w:szCs w:val="32"/>
        </w:rPr>
      </w:pPr>
    </w:p>
    <w:p w:rsidR="00D66A19" w:rsidRDefault="00D66A19" w:rsidP="00450508">
      <w:pPr>
        <w:ind w:left="-567" w:firstLine="567"/>
        <w:jc w:val="both"/>
        <w:rPr>
          <w:sz w:val="32"/>
          <w:szCs w:val="32"/>
        </w:rPr>
      </w:pPr>
      <w:r w:rsidRPr="006B6950">
        <w:rPr>
          <w:b/>
          <w:sz w:val="32"/>
          <w:szCs w:val="32"/>
        </w:rPr>
        <w:t xml:space="preserve">Водоснабжение </w:t>
      </w:r>
      <w:r>
        <w:rPr>
          <w:b/>
          <w:sz w:val="32"/>
          <w:szCs w:val="32"/>
        </w:rPr>
        <w:t>и освещение улиц</w:t>
      </w:r>
      <w:r w:rsidRPr="006B6950">
        <w:rPr>
          <w:sz w:val="32"/>
          <w:szCs w:val="32"/>
        </w:rPr>
        <w:t xml:space="preserve"> </w:t>
      </w:r>
      <w:r>
        <w:rPr>
          <w:sz w:val="32"/>
          <w:szCs w:val="32"/>
        </w:rPr>
        <w:t>поселения</w:t>
      </w:r>
      <w:r w:rsidRPr="006B6950">
        <w:rPr>
          <w:sz w:val="32"/>
          <w:szCs w:val="32"/>
        </w:rPr>
        <w:t xml:space="preserve"> является важной составляющей обеспечения коммунальных услуг.</w:t>
      </w:r>
    </w:p>
    <w:p w:rsidR="00D66A19" w:rsidRDefault="00D66A19" w:rsidP="00F75BC8">
      <w:pPr>
        <w:numPr>
          <w:ilvl w:val="0"/>
          <w:numId w:val="11"/>
        </w:numPr>
        <w:tabs>
          <w:tab w:val="left" w:pos="975"/>
        </w:tabs>
        <w:jc w:val="both"/>
        <w:rPr>
          <w:sz w:val="32"/>
          <w:szCs w:val="32"/>
        </w:rPr>
      </w:pPr>
      <w:r>
        <w:rPr>
          <w:sz w:val="32"/>
          <w:szCs w:val="32"/>
        </w:rPr>
        <w:t>Так в 2017г. произведено подключение уличных фонарей: в д.Комаревка  – 2</w:t>
      </w:r>
      <w:r w:rsidRPr="006B6950">
        <w:rPr>
          <w:sz w:val="32"/>
          <w:szCs w:val="32"/>
        </w:rPr>
        <w:t xml:space="preserve">шт., </w:t>
      </w:r>
      <w:r>
        <w:rPr>
          <w:sz w:val="32"/>
          <w:szCs w:val="32"/>
        </w:rPr>
        <w:t>с.Щетиновка</w:t>
      </w:r>
      <w:r w:rsidRPr="006B6950">
        <w:rPr>
          <w:sz w:val="32"/>
          <w:szCs w:val="32"/>
        </w:rPr>
        <w:t xml:space="preserve"> – 1 шт.</w:t>
      </w:r>
      <w:r>
        <w:rPr>
          <w:sz w:val="32"/>
          <w:szCs w:val="32"/>
        </w:rPr>
        <w:t>,</w:t>
      </w:r>
      <w:r w:rsidRPr="006B6950">
        <w:rPr>
          <w:sz w:val="32"/>
          <w:szCs w:val="32"/>
        </w:rPr>
        <w:t xml:space="preserve"> </w:t>
      </w:r>
      <w:r>
        <w:rPr>
          <w:sz w:val="32"/>
          <w:szCs w:val="32"/>
        </w:rPr>
        <w:t xml:space="preserve"> с.Щетиновка ул.Бережок – 4шт. </w:t>
      </w:r>
    </w:p>
    <w:p w:rsidR="00D66A19" w:rsidRDefault="00D66A19" w:rsidP="00F75BC8">
      <w:pPr>
        <w:numPr>
          <w:ilvl w:val="0"/>
          <w:numId w:val="11"/>
        </w:numPr>
        <w:tabs>
          <w:tab w:val="left" w:pos="975"/>
        </w:tabs>
        <w:jc w:val="both"/>
        <w:rPr>
          <w:sz w:val="32"/>
          <w:szCs w:val="32"/>
        </w:rPr>
      </w:pPr>
      <w:r>
        <w:rPr>
          <w:sz w:val="32"/>
          <w:szCs w:val="32"/>
        </w:rPr>
        <w:t>Для этого были п</w:t>
      </w:r>
      <w:r w:rsidRPr="006B6950">
        <w:rPr>
          <w:sz w:val="32"/>
          <w:szCs w:val="32"/>
        </w:rPr>
        <w:t>риобре</w:t>
      </w:r>
      <w:r>
        <w:rPr>
          <w:sz w:val="32"/>
          <w:szCs w:val="32"/>
        </w:rPr>
        <w:t xml:space="preserve">тены электротовары для уличного </w:t>
      </w:r>
      <w:r w:rsidRPr="006B6950">
        <w:rPr>
          <w:sz w:val="32"/>
          <w:szCs w:val="32"/>
        </w:rPr>
        <w:t>освещения</w:t>
      </w:r>
    </w:p>
    <w:p w:rsidR="00D66A19" w:rsidRDefault="00D66A19" w:rsidP="004159C0">
      <w:pPr>
        <w:numPr>
          <w:ilvl w:val="0"/>
          <w:numId w:val="11"/>
        </w:numPr>
        <w:tabs>
          <w:tab w:val="left" w:pos="975"/>
        </w:tabs>
        <w:jc w:val="both"/>
        <w:rPr>
          <w:sz w:val="32"/>
          <w:szCs w:val="32"/>
        </w:rPr>
      </w:pPr>
      <w:r w:rsidRPr="00B64493">
        <w:rPr>
          <w:sz w:val="32"/>
          <w:szCs w:val="32"/>
        </w:rPr>
        <w:t>Произведена оплата за эл.освещение -260235,39руб.</w:t>
      </w:r>
    </w:p>
    <w:p w:rsidR="00D66A19" w:rsidRPr="004159C0" w:rsidRDefault="00D66A19" w:rsidP="004159C0">
      <w:pPr>
        <w:ind w:left="-567" w:firstLine="567"/>
        <w:jc w:val="both"/>
        <w:rPr>
          <w:i/>
          <w:color w:val="FFFFFF"/>
          <w:sz w:val="32"/>
          <w:szCs w:val="32"/>
        </w:rPr>
      </w:pPr>
      <w:r w:rsidRPr="006B6950">
        <w:rPr>
          <w:sz w:val="32"/>
          <w:szCs w:val="32"/>
        </w:rPr>
        <w:t xml:space="preserve"> Для обеспечения водой населения на территории Щетининского сельского поселения имеется 5 артскважин. В целях осуществления функционирования системы водоснабжения нашего поселения, 5 артскважин  </w:t>
      </w:r>
      <w:r>
        <w:rPr>
          <w:sz w:val="32"/>
          <w:szCs w:val="32"/>
        </w:rPr>
        <w:t>находятся  на обслуживании</w:t>
      </w:r>
      <w:r w:rsidRPr="006B6950">
        <w:rPr>
          <w:sz w:val="32"/>
          <w:szCs w:val="32"/>
        </w:rPr>
        <w:t xml:space="preserve"> в МКП «Михайловгазстрой</w:t>
      </w:r>
      <w:r>
        <w:rPr>
          <w:sz w:val="32"/>
          <w:szCs w:val="32"/>
        </w:rPr>
        <w:t>»</w:t>
      </w:r>
      <w:r w:rsidRPr="006B6950">
        <w:rPr>
          <w:sz w:val="32"/>
          <w:szCs w:val="32"/>
        </w:rPr>
        <w:t>.</w:t>
      </w:r>
      <w:r>
        <w:rPr>
          <w:sz w:val="32"/>
          <w:szCs w:val="32"/>
        </w:rPr>
        <w:t xml:space="preserve"> Для того , чтобы водообеспечение жителей поселения было бесперебойным произведены расходы на следующие цели:</w:t>
      </w:r>
    </w:p>
    <w:p w:rsidR="00D66A19" w:rsidRDefault="00D66A19" w:rsidP="00B64493">
      <w:pPr>
        <w:tabs>
          <w:tab w:val="left" w:pos="975"/>
        </w:tabs>
        <w:ind w:left="-567" w:firstLine="567"/>
        <w:jc w:val="both"/>
        <w:rPr>
          <w:sz w:val="32"/>
          <w:szCs w:val="32"/>
        </w:rPr>
      </w:pPr>
      <w:r>
        <w:rPr>
          <w:sz w:val="32"/>
          <w:szCs w:val="32"/>
        </w:rPr>
        <w:t>1.Произведен ремонт водонапорных сетей</w:t>
      </w:r>
      <w:r w:rsidRPr="006B6950">
        <w:rPr>
          <w:sz w:val="32"/>
          <w:szCs w:val="32"/>
        </w:rPr>
        <w:t xml:space="preserve"> в д.Прудские Выселки , с.Прудская, с.Щети</w:t>
      </w:r>
      <w:r>
        <w:rPr>
          <w:sz w:val="32"/>
          <w:szCs w:val="32"/>
        </w:rPr>
        <w:t xml:space="preserve">новка, с.Пушкари, д.Арсеньево </w:t>
      </w:r>
    </w:p>
    <w:p w:rsidR="00D66A19" w:rsidRPr="006B6950" w:rsidRDefault="00D66A19" w:rsidP="00B64493">
      <w:pPr>
        <w:tabs>
          <w:tab w:val="left" w:pos="975"/>
        </w:tabs>
        <w:ind w:left="-567" w:firstLine="567"/>
        <w:jc w:val="both"/>
        <w:rPr>
          <w:sz w:val="32"/>
          <w:szCs w:val="32"/>
        </w:rPr>
      </w:pPr>
      <w:r>
        <w:rPr>
          <w:sz w:val="32"/>
          <w:szCs w:val="32"/>
        </w:rPr>
        <w:t>2.Приобретен частотник на водонапорную скважину – 35 000руб.</w:t>
      </w:r>
    </w:p>
    <w:p w:rsidR="00D66A19" w:rsidRPr="006B6950" w:rsidRDefault="00D66A19" w:rsidP="00B64493">
      <w:pPr>
        <w:tabs>
          <w:tab w:val="left" w:pos="975"/>
        </w:tabs>
        <w:ind w:left="-567" w:firstLine="567"/>
        <w:jc w:val="both"/>
        <w:rPr>
          <w:sz w:val="32"/>
          <w:szCs w:val="32"/>
        </w:rPr>
      </w:pPr>
      <w:r>
        <w:rPr>
          <w:sz w:val="32"/>
          <w:szCs w:val="32"/>
        </w:rPr>
        <w:t>3.</w:t>
      </w:r>
      <w:r w:rsidRPr="006B6950">
        <w:rPr>
          <w:sz w:val="32"/>
          <w:szCs w:val="32"/>
        </w:rPr>
        <w:t xml:space="preserve">  </w:t>
      </w:r>
      <w:r>
        <w:rPr>
          <w:sz w:val="32"/>
          <w:szCs w:val="32"/>
        </w:rPr>
        <w:t xml:space="preserve">Из резервного фонда Михайловского района были выделены </w:t>
      </w:r>
    </w:p>
    <w:p w:rsidR="00D66A19" w:rsidRDefault="00D66A19" w:rsidP="00B64493">
      <w:pPr>
        <w:tabs>
          <w:tab w:val="left" w:pos="975"/>
        </w:tabs>
        <w:jc w:val="both"/>
        <w:rPr>
          <w:sz w:val="32"/>
          <w:szCs w:val="32"/>
        </w:rPr>
      </w:pPr>
      <w:r>
        <w:rPr>
          <w:sz w:val="32"/>
          <w:szCs w:val="32"/>
        </w:rPr>
        <w:t>3 шт. эл.насоса</w:t>
      </w:r>
      <w:r w:rsidRPr="006B6950">
        <w:rPr>
          <w:sz w:val="32"/>
          <w:szCs w:val="32"/>
        </w:rPr>
        <w:t xml:space="preserve"> – </w:t>
      </w:r>
      <w:r>
        <w:rPr>
          <w:sz w:val="32"/>
          <w:szCs w:val="32"/>
        </w:rPr>
        <w:t>которые установлены в артскважины с.Пушкари, с.Щетиновка, д.Прудские Выселки.</w:t>
      </w:r>
    </w:p>
    <w:p w:rsidR="00D66A19" w:rsidRDefault="00D66A19" w:rsidP="00B64493">
      <w:pPr>
        <w:tabs>
          <w:tab w:val="left" w:pos="975"/>
        </w:tabs>
        <w:ind w:left="-567" w:firstLine="567"/>
        <w:jc w:val="both"/>
        <w:rPr>
          <w:sz w:val="32"/>
          <w:szCs w:val="32"/>
        </w:rPr>
      </w:pPr>
      <w:r>
        <w:rPr>
          <w:sz w:val="32"/>
          <w:szCs w:val="32"/>
        </w:rPr>
        <w:t>4.Произведена замена железных труб на пластиковые в артезианских скважинах в д.Арсеньево, с.Пушкари, ул.Данковка, ул.Молодежная – трубы также были выделены из резервного фонда Михайловского района в количестве 84 метра.</w:t>
      </w:r>
    </w:p>
    <w:p w:rsidR="00D66A19" w:rsidRDefault="00D66A19" w:rsidP="00B64493">
      <w:pPr>
        <w:tabs>
          <w:tab w:val="left" w:pos="975"/>
        </w:tabs>
        <w:ind w:left="-567" w:firstLine="567"/>
        <w:jc w:val="both"/>
        <w:rPr>
          <w:sz w:val="32"/>
          <w:szCs w:val="32"/>
        </w:rPr>
      </w:pPr>
    </w:p>
    <w:p w:rsidR="00D66A19" w:rsidRDefault="00D66A19" w:rsidP="00D360C8">
      <w:pPr>
        <w:ind w:left="-567" w:firstLine="567"/>
        <w:jc w:val="both"/>
        <w:rPr>
          <w:sz w:val="32"/>
          <w:szCs w:val="32"/>
        </w:rPr>
      </w:pPr>
      <w:r w:rsidRPr="006B6950">
        <w:rPr>
          <w:sz w:val="32"/>
          <w:szCs w:val="32"/>
        </w:rPr>
        <w:t>На сайте нашего поселения можно ознакомиться с размещенными  анализами на микробиологические показатели и  на санитарно-химические показате</w:t>
      </w:r>
      <w:r>
        <w:rPr>
          <w:sz w:val="32"/>
          <w:szCs w:val="32"/>
        </w:rPr>
        <w:t>ли водозаборных источников воды.</w:t>
      </w:r>
    </w:p>
    <w:p w:rsidR="00D66A19" w:rsidRPr="00816CBB" w:rsidRDefault="00D66A19" w:rsidP="00DB091B">
      <w:pPr>
        <w:jc w:val="both"/>
        <w:rPr>
          <w:sz w:val="32"/>
          <w:szCs w:val="32"/>
        </w:rPr>
      </w:pPr>
      <w:r w:rsidRPr="0043550F">
        <w:rPr>
          <w:sz w:val="32"/>
          <w:szCs w:val="32"/>
        </w:rPr>
        <w:t>В 201</w:t>
      </w:r>
      <w:r>
        <w:rPr>
          <w:sz w:val="32"/>
          <w:szCs w:val="32"/>
        </w:rPr>
        <w:t>7</w:t>
      </w:r>
      <w:r w:rsidRPr="0043550F">
        <w:rPr>
          <w:sz w:val="32"/>
          <w:szCs w:val="32"/>
        </w:rPr>
        <w:t xml:space="preserve"> году на территории </w:t>
      </w:r>
      <w:r>
        <w:rPr>
          <w:sz w:val="32"/>
          <w:szCs w:val="32"/>
        </w:rPr>
        <w:t>Щетининского</w:t>
      </w:r>
      <w:r w:rsidRPr="0043550F">
        <w:rPr>
          <w:sz w:val="32"/>
          <w:szCs w:val="32"/>
        </w:rPr>
        <w:t xml:space="preserve"> поселения реализовалась адресная программа по капитальному ремонту многоквартирных жилых домов. Через Фонд капитального ре</w:t>
      </w:r>
      <w:r>
        <w:rPr>
          <w:sz w:val="32"/>
          <w:szCs w:val="32"/>
        </w:rPr>
        <w:t>монта многоквартирных домов был отремонтирован</w:t>
      </w:r>
      <w:r w:rsidRPr="0043550F">
        <w:rPr>
          <w:sz w:val="32"/>
          <w:szCs w:val="32"/>
        </w:rPr>
        <w:t xml:space="preserve"> 1</w:t>
      </w:r>
      <w:r>
        <w:rPr>
          <w:sz w:val="32"/>
          <w:szCs w:val="32"/>
        </w:rPr>
        <w:t xml:space="preserve"> дом</w:t>
      </w:r>
      <w:r w:rsidRPr="0043550F">
        <w:rPr>
          <w:sz w:val="32"/>
          <w:szCs w:val="32"/>
        </w:rPr>
        <w:t xml:space="preserve"> </w:t>
      </w:r>
      <w:r>
        <w:rPr>
          <w:sz w:val="32"/>
          <w:szCs w:val="32"/>
        </w:rPr>
        <w:t>в с.Пушкари</w:t>
      </w:r>
      <w:r w:rsidRPr="0043550F">
        <w:rPr>
          <w:sz w:val="32"/>
          <w:szCs w:val="32"/>
        </w:rPr>
        <w:t>. Этому способствовал большой труд по сбору документации специалистами инфраструктуры районной администрации, нашей администрацией</w:t>
      </w:r>
      <w:r>
        <w:rPr>
          <w:sz w:val="32"/>
          <w:szCs w:val="32"/>
        </w:rPr>
        <w:t>, а также управляющей компанией. В 2018году планируется ремонт еще двух домов, это - в c.Щетиновка – ремонт крыши, с.Пушкари – ремонт крыши, фасада, электропроводки.</w:t>
      </w:r>
    </w:p>
    <w:p w:rsidR="00D66A19" w:rsidRPr="0043550F" w:rsidRDefault="00D66A19" w:rsidP="00816CBB">
      <w:pPr>
        <w:ind w:firstLine="426"/>
        <w:jc w:val="both"/>
        <w:rPr>
          <w:snapToGrid w:val="0"/>
          <w:sz w:val="32"/>
          <w:szCs w:val="32"/>
        </w:rPr>
      </w:pPr>
      <w:r w:rsidRPr="0043550F">
        <w:rPr>
          <w:b/>
          <w:i/>
          <w:snapToGrid w:val="0"/>
          <w:sz w:val="32"/>
          <w:szCs w:val="32"/>
          <w:u w:val="single"/>
        </w:rPr>
        <w:t>Дорожная деятельность</w:t>
      </w:r>
      <w:r w:rsidRPr="0043550F">
        <w:rPr>
          <w:snapToGrid w:val="0"/>
          <w:sz w:val="32"/>
          <w:szCs w:val="32"/>
        </w:rPr>
        <w:t xml:space="preserve"> </w:t>
      </w:r>
    </w:p>
    <w:p w:rsidR="00D66A19" w:rsidRDefault="00D66A19" w:rsidP="00816CBB">
      <w:pPr>
        <w:tabs>
          <w:tab w:val="left" w:pos="975"/>
        </w:tabs>
        <w:ind w:left="-567"/>
        <w:jc w:val="both"/>
        <w:rPr>
          <w:sz w:val="32"/>
          <w:szCs w:val="32"/>
        </w:rPr>
      </w:pPr>
      <w:r w:rsidRPr="0043550F">
        <w:rPr>
          <w:sz w:val="32"/>
          <w:szCs w:val="32"/>
        </w:rPr>
        <w:t xml:space="preserve">В </w:t>
      </w:r>
      <w:r>
        <w:rPr>
          <w:sz w:val="32"/>
          <w:szCs w:val="32"/>
        </w:rPr>
        <w:t xml:space="preserve">прошлом </w:t>
      </w:r>
      <w:r w:rsidRPr="0043550F">
        <w:rPr>
          <w:sz w:val="32"/>
          <w:szCs w:val="32"/>
        </w:rPr>
        <w:t xml:space="preserve"> году в рамках муниципальной программы «</w:t>
      </w:r>
      <w:r w:rsidRPr="007E06AC">
        <w:rPr>
          <w:sz w:val="32"/>
          <w:szCs w:val="32"/>
        </w:rPr>
        <w:t>Дорожное хозяйство муниципального образования – Щетининское сельское поселение Михайловского муниципального района Рязанской области на 2014 - 2019</w:t>
      </w:r>
      <w:r>
        <w:rPr>
          <w:sz w:val="32"/>
          <w:szCs w:val="32"/>
        </w:rPr>
        <w:t xml:space="preserve"> годы</w:t>
      </w:r>
      <w:r w:rsidRPr="0043550F">
        <w:rPr>
          <w:sz w:val="32"/>
          <w:szCs w:val="32"/>
        </w:rPr>
        <w:t xml:space="preserve">» </w:t>
      </w:r>
      <w:r>
        <w:rPr>
          <w:sz w:val="32"/>
          <w:szCs w:val="32"/>
        </w:rPr>
        <w:t xml:space="preserve">в бюджете были запланированы денежные средства в сумме </w:t>
      </w:r>
      <w:r>
        <w:rPr>
          <w:sz w:val="28"/>
          <w:szCs w:val="28"/>
        </w:rPr>
        <w:t>440886</w:t>
      </w:r>
      <w:r>
        <w:rPr>
          <w:sz w:val="32"/>
          <w:szCs w:val="32"/>
        </w:rPr>
        <w:t>рублей. , которые использованы на следующие мероприятия:</w:t>
      </w:r>
    </w:p>
    <w:p w:rsidR="00D66A19" w:rsidRPr="006B6950" w:rsidRDefault="00D66A19" w:rsidP="00816CBB">
      <w:pPr>
        <w:tabs>
          <w:tab w:val="left" w:pos="975"/>
        </w:tabs>
        <w:ind w:left="-567"/>
        <w:jc w:val="both"/>
        <w:rPr>
          <w:sz w:val="32"/>
          <w:szCs w:val="32"/>
        </w:rPr>
      </w:pPr>
      <w:r>
        <w:rPr>
          <w:sz w:val="32"/>
          <w:szCs w:val="32"/>
        </w:rPr>
        <w:t xml:space="preserve">       </w:t>
      </w:r>
      <w:r w:rsidRPr="006B6950">
        <w:rPr>
          <w:sz w:val="32"/>
          <w:szCs w:val="32"/>
        </w:rPr>
        <w:t>1.  Произведен ремонт автодороги по с.</w:t>
      </w:r>
      <w:r>
        <w:rPr>
          <w:sz w:val="32"/>
          <w:szCs w:val="32"/>
        </w:rPr>
        <w:t>Пушкари -</w:t>
      </w:r>
      <w:r w:rsidRPr="006B6950">
        <w:rPr>
          <w:sz w:val="32"/>
          <w:szCs w:val="32"/>
        </w:rPr>
        <w:t xml:space="preserve"> </w:t>
      </w:r>
      <w:r>
        <w:rPr>
          <w:sz w:val="32"/>
          <w:szCs w:val="32"/>
        </w:rPr>
        <w:t>140 000</w:t>
      </w:r>
      <w:r w:rsidRPr="006B6950">
        <w:rPr>
          <w:sz w:val="32"/>
          <w:szCs w:val="32"/>
        </w:rPr>
        <w:t xml:space="preserve"> руб.,   </w:t>
      </w:r>
    </w:p>
    <w:p w:rsidR="00D66A19" w:rsidRDefault="00D66A19" w:rsidP="00816CBB">
      <w:pPr>
        <w:numPr>
          <w:ilvl w:val="0"/>
          <w:numId w:val="9"/>
        </w:numPr>
        <w:tabs>
          <w:tab w:val="left" w:pos="975"/>
        </w:tabs>
        <w:ind w:left="-567" w:firstLine="567"/>
        <w:jc w:val="both"/>
        <w:rPr>
          <w:sz w:val="32"/>
          <w:szCs w:val="32"/>
        </w:rPr>
      </w:pPr>
      <w:r>
        <w:rPr>
          <w:sz w:val="32"/>
          <w:szCs w:val="32"/>
        </w:rPr>
        <w:t xml:space="preserve">На 9 дорог протяженностью 7,1 </w:t>
      </w:r>
      <w:r w:rsidRPr="0043550F">
        <w:rPr>
          <w:sz w:val="32"/>
          <w:szCs w:val="32"/>
        </w:rPr>
        <w:t>км была проведена работа по постановке дорог общего пользования местного значения на кадастровый учет и регистр</w:t>
      </w:r>
      <w:r>
        <w:rPr>
          <w:sz w:val="32"/>
          <w:szCs w:val="32"/>
        </w:rPr>
        <w:t xml:space="preserve">ации на них права собственности </w:t>
      </w:r>
      <w:r w:rsidRPr="006B6950">
        <w:rPr>
          <w:sz w:val="32"/>
          <w:szCs w:val="32"/>
        </w:rPr>
        <w:t xml:space="preserve"> – </w:t>
      </w:r>
      <w:r>
        <w:rPr>
          <w:sz w:val="32"/>
          <w:szCs w:val="32"/>
        </w:rPr>
        <w:t>199 000</w:t>
      </w:r>
      <w:r w:rsidRPr="006B6950">
        <w:rPr>
          <w:sz w:val="32"/>
          <w:szCs w:val="32"/>
        </w:rPr>
        <w:t xml:space="preserve"> руб.</w:t>
      </w:r>
    </w:p>
    <w:p w:rsidR="00D66A19" w:rsidRDefault="00D66A19" w:rsidP="00816CBB">
      <w:pPr>
        <w:numPr>
          <w:ilvl w:val="0"/>
          <w:numId w:val="9"/>
        </w:numPr>
        <w:tabs>
          <w:tab w:val="left" w:pos="975"/>
        </w:tabs>
        <w:jc w:val="both"/>
        <w:rPr>
          <w:sz w:val="32"/>
          <w:szCs w:val="32"/>
        </w:rPr>
      </w:pPr>
      <w:r>
        <w:rPr>
          <w:sz w:val="32"/>
          <w:szCs w:val="32"/>
        </w:rPr>
        <w:t>Приобретены и установлены дорожные знаки на сумму -13385,44</w:t>
      </w:r>
    </w:p>
    <w:p w:rsidR="00D66A19" w:rsidRPr="00181B3C" w:rsidRDefault="00D66A19" w:rsidP="00181B3C">
      <w:pPr>
        <w:numPr>
          <w:ilvl w:val="0"/>
          <w:numId w:val="9"/>
        </w:numPr>
        <w:tabs>
          <w:tab w:val="left" w:pos="975"/>
        </w:tabs>
        <w:jc w:val="both"/>
        <w:rPr>
          <w:sz w:val="32"/>
          <w:szCs w:val="32"/>
        </w:rPr>
      </w:pPr>
      <w:r w:rsidRPr="006B6950">
        <w:rPr>
          <w:sz w:val="32"/>
          <w:szCs w:val="32"/>
        </w:rPr>
        <w:t>Ч</w:t>
      </w:r>
      <w:r>
        <w:rPr>
          <w:sz w:val="32"/>
          <w:szCs w:val="32"/>
        </w:rPr>
        <w:t xml:space="preserve">астично произвели отсыпку дорог щебнем </w:t>
      </w:r>
      <w:r w:rsidRPr="006B6950">
        <w:rPr>
          <w:sz w:val="32"/>
          <w:szCs w:val="32"/>
        </w:rPr>
        <w:t>в с.Щетиновка ул.Бере</w:t>
      </w:r>
      <w:r>
        <w:rPr>
          <w:sz w:val="32"/>
          <w:szCs w:val="32"/>
        </w:rPr>
        <w:t>жок, д.Комаревка, с.Низок – 99104</w:t>
      </w:r>
      <w:r w:rsidRPr="006B6950">
        <w:rPr>
          <w:sz w:val="32"/>
          <w:szCs w:val="32"/>
        </w:rPr>
        <w:t>руб</w:t>
      </w:r>
    </w:p>
    <w:p w:rsidR="00D66A19" w:rsidRPr="0043550F" w:rsidRDefault="00D66A19" w:rsidP="00181B3C">
      <w:pPr>
        <w:jc w:val="both"/>
        <w:rPr>
          <w:sz w:val="32"/>
          <w:szCs w:val="32"/>
        </w:rPr>
      </w:pPr>
      <w:r>
        <w:rPr>
          <w:sz w:val="32"/>
          <w:szCs w:val="32"/>
        </w:rPr>
        <w:t>5.Изготовлена проектно-сметная документация на кап.ремонт дорог на ул.Данковка, ул.Телятники, ул.Молодежная – 376 443руб., с помощью районной администрации надеемся, что в этом году одну из дорог обязательно отремонтируем.</w:t>
      </w:r>
    </w:p>
    <w:p w:rsidR="00D66A19" w:rsidRDefault="00D66A19" w:rsidP="00497947">
      <w:pPr>
        <w:ind w:left="142" w:firstLine="567"/>
        <w:jc w:val="both"/>
        <w:rPr>
          <w:sz w:val="32"/>
          <w:szCs w:val="32"/>
        </w:rPr>
      </w:pPr>
    </w:p>
    <w:p w:rsidR="00D66A19" w:rsidRPr="006B6950" w:rsidRDefault="00D66A19" w:rsidP="00497947">
      <w:pPr>
        <w:ind w:left="142" w:firstLine="567"/>
        <w:jc w:val="both"/>
        <w:rPr>
          <w:sz w:val="32"/>
          <w:szCs w:val="32"/>
        </w:rPr>
      </w:pPr>
      <w:r w:rsidRPr="006B6950">
        <w:rPr>
          <w:sz w:val="32"/>
          <w:szCs w:val="32"/>
        </w:rPr>
        <w:t xml:space="preserve">Большое внимание уделяется администрацией функции работы </w:t>
      </w:r>
      <w:r w:rsidRPr="006B6950">
        <w:rPr>
          <w:b/>
          <w:sz w:val="32"/>
          <w:szCs w:val="32"/>
        </w:rPr>
        <w:t>социальной сферы</w:t>
      </w:r>
      <w:r w:rsidRPr="006B6950">
        <w:rPr>
          <w:sz w:val="32"/>
          <w:szCs w:val="32"/>
        </w:rPr>
        <w:t xml:space="preserve">. </w:t>
      </w:r>
    </w:p>
    <w:p w:rsidR="00D66A19" w:rsidRPr="00D360C8" w:rsidRDefault="00D66A19" w:rsidP="00D360C8">
      <w:pPr>
        <w:ind w:left="142"/>
        <w:jc w:val="both"/>
        <w:rPr>
          <w:color w:val="000000"/>
          <w:sz w:val="32"/>
          <w:szCs w:val="32"/>
        </w:rPr>
      </w:pPr>
      <w:r w:rsidRPr="00D360C8">
        <w:rPr>
          <w:color w:val="000000"/>
          <w:sz w:val="32"/>
          <w:szCs w:val="32"/>
        </w:rPr>
        <w:t>Спасибо тем, кто лечит, учит, воспитывает, развлекает и защищает.</w:t>
      </w:r>
    </w:p>
    <w:p w:rsidR="00D66A19" w:rsidRDefault="00D66A19" w:rsidP="00751C16">
      <w:pPr>
        <w:ind w:left="-567" w:firstLine="567"/>
        <w:jc w:val="both"/>
        <w:rPr>
          <w:color w:val="1E1E1E"/>
          <w:sz w:val="32"/>
          <w:szCs w:val="32"/>
          <w:shd w:val="clear" w:color="auto" w:fill="FFFFFF"/>
        </w:rPr>
      </w:pPr>
      <w:r w:rsidRPr="006B6950">
        <w:rPr>
          <w:sz w:val="32"/>
          <w:szCs w:val="32"/>
        </w:rPr>
        <w:t xml:space="preserve">На территории поселения в качестве мест массового отдыха населения используется  Щетининский ДК. </w:t>
      </w:r>
      <w:r w:rsidRPr="00E96E95">
        <w:rPr>
          <w:sz w:val="32"/>
          <w:szCs w:val="32"/>
        </w:rPr>
        <w:t xml:space="preserve">В этом учреждении созданы все условия для развития и воспитания детей. В нашем </w:t>
      </w:r>
      <w:r w:rsidRPr="00E96E95">
        <w:rPr>
          <w:color w:val="1E1E1E"/>
          <w:sz w:val="32"/>
          <w:szCs w:val="32"/>
          <w:shd w:val="clear" w:color="auto" w:fill="FFFFFF"/>
        </w:rPr>
        <w:t>Доме культуры проводятся интересные мероприятия для жителей, привлекают их к художественной самодеятельности, способствуют творческому развитию молодежи, разнообразят досуг пожилых людей. Проводятся праздники: масленица, день пожилого человека, Новый год и много других.</w:t>
      </w:r>
      <w:r w:rsidRPr="00E96E95">
        <w:rPr>
          <w:rStyle w:val="apple-converted-space"/>
          <w:color w:val="1E1E1E"/>
          <w:sz w:val="32"/>
          <w:szCs w:val="32"/>
          <w:shd w:val="clear" w:color="auto" w:fill="FFFFFF"/>
        </w:rPr>
        <w:t> </w:t>
      </w:r>
      <w:r w:rsidRPr="00E96E95">
        <w:rPr>
          <w:color w:val="1E1E1E"/>
          <w:sz w:val="32"/>
          <w:szCs w:val="32"/>
          <w:shd w:val="clear" w:color="auto" w:fill="FFFFFF"/>
        </w:rPr>
        <w:t xml:space="preserve"> </w:t>
      </w:r>
      <w:r w:rsidRPr="00E96E95">
        <w:rPr>
          <w:color w:val="1E1E1E"/>
          <w:sz w:val="28"/>
          <w:szCs w:val="28"/>
          <w:shd w:val="clear" w:color="auto" w:fill="FFFFFF"/>
        </w:rPr>
        <w:t xml:space="preserve"> </w:t>
      </w:r>
      <w:r w:rsidRPr="00E96E95">
        <w:rPr>
          <w:color w:val="1E1E1E"/>
          <w:sz w:val="32"/>
          <w:szCs w:val="32"/>
          <w:shd w:val="clear" w:color="auto" w:fill="FFFFFF"/>
        </w:rPr>
        <w:t xml:space="preserve">Большого труда стоит привлечь взрослых. </w:t>
      </w:r>
    </w:p>
    <w:p w:rsidR="00D66A19" w:rsidRPr="00E96E95" w:rsidRDefault="00D66A19" w:rsidP="00751C16">
      <w:pPr>
        <w:ind w:left="-567" w:firstLine="567"/>
        <w:jc w:val="both"/>
        <w:rPr>
          <w:sz w:val="32"/>
          <w:szCs w:val="32"/>
        </w:rPr>
      </w:pPr>
      <w:r w:rsidRPr="00E96E95">
        <w:rPr>
          <w:color w:val="1E1E1E"/>
          <w:sz w:val="32"/>
          <w:szCs w:val="32"/>
          <w:shd w:val="clear" w:color="auto" w:fill="FFFFFF"/>
        </w:rPr>
        <w:t>Достичь этого можно при условии активного участия граждан в различных мероприятиях, к чему я вас призываю.</w:t>
      </w:r>
    </w:p>
    <w:p w:rsidR="00D66A19" w:rsidRDefault="00D66A19" w:rsidP="00751C16">
      <w:pPr>
        <w:ind w:left="-567" w:firstLine="567"/>
        <w:jc w:val="both"/>
        <w:rPr>
          <w:sz w:val="32"/>
          <w:szCs w:val="32"/>
        </w:rPr>
      </w:pPr>
      <w:r w:rsidRPr="006B6950">
        <w:rPr>
          <w:sz w:val="32"/>
          <w:szCs w:val="32"/>
        </w:rPr>
        <w:t xml:space="preserve">  Организована работа библиотечного обслуживания. На территории  поселения расположены 2 библио</w:t>
      </w:r>
      <w:r>
        <w:rPr>
          <w:sz w:val="32"/>
          <w:szCs w:val="32"/>
        </w:rPr>
        <w:t>теки: в с.Щетиновка, с.Пушкари, где работают неравнодушные люди, проводят различные беседы , выставки и многое другое как с молодежью так и с детьми.</w:t>
      </w:r>
    </w:p>
    <w:p w:rsidR="00D66A19" w:rsidRPr="006B6950" w:rsidRDefault="00D66A19" w:rsidP="00751C16">
      <w:pPr>
        <w:ind w:left="-567" w:firstLine="567"/>
        <w:jc w:val="both"/>
        <w:rPr>
          <w:sz w:val="32"/>
          <w:szCs w:val="32"/>
        </w:rPr>
      </w:pPr>
      <w:r>
        <w:rPr>
          <w:sz w:val="32"/>
          <w:szCs w:val="32"/>
        </w:rPr>
        <w:t xml:space="preserve">На территории поселения </w:t>
      </w:r>
      <w:r w:rsidRPr="006B6950">
        <w:rPr>
          <w:sz w:val="32"/>
          <w:szCs w:val="32"/>
        </w:rPr>
        <w:t>имеются 3 ФАПа: в с.Щетиновка,  д.Прудские Выселки, с.Пушкари, которые оказыва</w:t>
      </w:r>
      <w:r>
        <w:rPr>
          <w:sz w:val="32"/>
          <w:szCs w:val="32"/>
        </w:rPr>
        <w:t>ют медицинскую помощь населению, эти специалисты лечат не только наши болезни, но и наши души.</w:t>
      </w:r>
    </w:p>
    <w:p w:rsidR="00D66A19" w:rsidRPr="006B6950" w:rsidRDefault="00D66A19" w:rsidP="00497947">
      <w:pPr>
        <w:ind w:left="-567" w:firstLine="567"/>
        <w:jc w:val="both"/>
        <w:rPr>
          <w:sz w:val="32"/>
          <w:szCs w:val="32"/>
        </w:rPr>
      </w:pPr>
      <w:r>
        <w:rPr>
          <w:sz w:val="32"/>
          <w:szCs w:val="32"/>
        </w:rPr>
        <w:t xml:space="preserve">  В</w:t>
      </w:r>
      <w:r w:rsidRPr="006B6950">
        <w:rPr>
          <w:sz w:val="32"/>
          <w:szCs w:val="32"/>
        </w:rPr>
        <w:t xml:space="preserve"> тесном контакте мы работаем со   школой, которых на территории поселения - две: </w:t>
      </w:r>
    </w:p>
    <w:p w:rsidR="00D66A19" w:rsidRPr="006B6950" w:rsidRDefault="00D66A19" w:rsidP="00751C16">
      <w:pPr>
        <w:ind w:left="-567" w:firstLine="567"/>
        <w:jc w:val="both"/>
        <w:rPr>
          <w:sz w:val="32"/>
          <w:szCs w:val="32"/>
        </w:rPr>
      </w:pPr>
      <w:r w:rsidRPr="006B6950">
        <w:rPr>
          <w:sz w:val="32"/>
          <w:szCs w:val="32"/>
        </w:rPr>
        <w:t>- Щетининский филиал Михайловской средней общеобразовательной школы №1, в которой обучаются 104 человека;</w:t>
      </w:r>
    </w:p>
    <w:p w:rsidR="00D66A19" w:rsidRPr="006B6950" w:rsidRDefault="00D66A19" w:rsidP="00751C16">
      <w:pPr>
        <w:ind w:left="-567" w:firstLine="567"/>
        <w:jc w:val="both"/>
        <w:rPr>
          <w:sz w:val="32"/>
          <w:szCs w:val="32"/>
        </w:rPr>
      </w:pPr>
      <w:r w:rsidRPr="006B6950">
        <w:rPr>
          <w:sz w:val="32"/>
          <w:szCs w:val="32"/>
        </w:rPr>
        <w:t xml:space="preserve">- Пушкарский филиал на базе школы №1, в которой обучаются 27 человек; </w:t>
      </w:r>
    </w:p>
    <w:p w:rsidR="00D66A19" w:rsidRPr="00E96E95" w:rsidRDefault="00D66A19" w:rsidP="001A415F">
      <w:pPr>
        <w:ind w:left="-567" w:firstLine="567"/>
        <w:jc w:val="both"/>
        <w:rPr>
          <w:sz w:val="32"/>
          <w:szCs w:val="32"/>
        </w:rPr>
      </w:pPr>
      <w:r w:rsidRPr="00E96E95">
        <w:rPr>
          <w:sz w:val="32"/>
          <w:szCs w:val="32"/>
        </w:rPr>
        <w:t xml:space="preserve"> </w:t>
      </w:r>
      <w:r w:rsidRPr="00E96E95">
        <w:rPr>
          <w:color w:val="1E1E1E"/>
          <w:sz w:val="32"/>
          <w:szCs w:val="32"/>
          <w:shd w:val="clear" w:color="auto" w:fill="FFFFFF"/>
        </w:rPr>
        <w:t xml:space="preserve"> В этих учреждениях созданы все условия для развития и воспитания детей.  Помещение школы светлые и уютные, есть все необходимое для обучения детей, имеются спортивный зал, столовая, организовано горячее питание школьников.</w:t>
      </w:r>
      <w:r w:rsidRPr="00E96E95">
        <w:rPr>
          <w:sz w:val="32"/>
          <w:szCs w:val="32"/>
        </w:rPr>
        <w:t xml:space="preserve">         </w:t>
      </w:r>
    </w:p>
    <w:p w:rsidR="00D66A19" w:rsidRPr="006B6950" w:rsidRDefault="00D66A19" w:rsidP="00497947">
      <w:pPr>
        <w:ind w:left="142" w:firstLine="567"/>
        <w:jc w:val="both"/>
        <w:rPr>
          <w:sz w:val="32"/>
          <w:szCs w:val="32"/>
        </w:rPr>
      </w:pPr>
      <w:r w:rsidRPr="006B6950">
        <w:rPr>
          <w:sz w:val="32"/>
          <w:szCs w:val="32"/>
        </w:rPr>
        <w:t xml:space="preserve">  На спортивной площадке Щетининской о\о школы постоянно проходят футбольные матчи среди молодежных команд поселения. </w:t>
      </w:r>
      <w:r>
        <w:rPr>
          <w:sz w:val="32"/>
          <w:szCs w:val="32"/>
        </w:rPr>
        <w:t>Ф</w:t>
      </w:r>
      <w:r w:rsidRPr="006B6950">
        <w:rPr>
          <w:sz w:val="32"/>
          <w:szCs w:val="32"/>
        </w:rPr>
        <w:t>утболисты успешно защищают честь поселения в составе районной команды. Наши дети участвуют в смотрах художественной самодеятельности, школьных предметных олимпиадах как   районных, так и  областных.</w:t>
      </w:r>
    </w:p>
    <w:p w:rsidR="00D66A19" w:rsidRPr="006B6950" w:rsidRDefault="00D66A19" w:rsidP="00497947">
      <w:pPr>
        <w:jc w:val="both"/>
        <w:rPr>
          <w:sz w:val="32"/>
          <w:szCs w:val="32"/>
        </w:rPr>
      </w:pPr>
      <w:r w:rsidRPr="006B6950">
        <w:rPr>
          <w:sz w:val="32"/>
          <w:szCs w:val="32"/>
        </w:rPr>
        <w:t>Жители наших сел активно участвуют в спортивной жизни поселения. Принимают участие в лыжных соревнованиях, в летних спортивных играх и при этом занимают призовые места.</w:t>
      </w:r>
    </w:p>
    <w:p w:rsidR="00D66A19" w:rsidRPr="006B6950" w:rsidRDefault="00D66A19" w:rsidP="00D360C8">
      <w:pPr>
        <w:ind w:left="-567" w:firstLine="567"/>
        <w:jc w:val="both"/>
        <w:rPr>
          <w:sz w:val="32"/>
          <w:szCs w:val="32"/>
        </w:rPr>
      </w:pPr>
      <w:r w:rsidRPr="006B6950">
        <w:rPr>
          <w:sz w:val="32"/>
          <w:szCs w:val="32"/>
        </w:rPr>
        <w:t xml:space="preserve">Следует отметить большую работу общественной комиссии по делам несовершеннолетних и защите их прав при администрации Щетининского сельского поселения, которая оказывает помощь районной комиссии в мероприятиях по предупреждению безнадзорности, беспризорности, правонарушений среди наших детей и подростков. Проводятся акты обследования бытовых условий детей, профилактические беседы с детьми и их родителями. </w:t>
      </w:r>
    </w:p>
    <w:p w:rsidR="00D66A19" w:rsidRPr="006B6950" w:rsidRDefault="00D66A19" w:rsidP="00751C16">
      <w:pPr>
        <w:ind w:left="-567" w:firstLine="567"/>
        <w:jc w:val="both"/>
        <w:rPr>
          <w:sz w:val="32"/>
          <w:szCs w:val="32"/>
        </w:rPr>
      </w:pPr>
      <w:r w:rsidRPr="006B6950">
        <w:rPr>
          <w:sz w:val="32"/>
          <w:szCs w:val="32"/>
        </w:rPr>
        <w:t>С 2016 года должностные лица администрации МО – Щетининское сельское поселение получили право составлять протоколы об административных правонарушениях по определенным законом статьям Кодекса об административных правонарушениях. Напоминаю, что на территории поселения действуют Правила обеспечения благоустройства, чистоты и порядка, за нарушение которых предусмотрена административная ответственность.</w:t>
      </w:r>
    </w:p>
    <w:p w:rsidR="00D66A19" w:rsidRPr="006B6950" w:rsidRDefault="00D66A19" w:rsidP="00147A27">
      <w:pPr>
        <w:jc w:val="both"/>
        <w:rPr>
          <w:sz w:val="32"/>
          <w:szCs w:val="32"/>
        </w:rPr>
      </w:pPr>
    </w:p>
    <w:p w:rsidR="00D66A19" w:rsidRPr="006B6950" w:rsidRDefault="00D66A19" w:rsidP="00751C16">
      <w:pPr>
        <w:ind w:left="-567" w:firstLine="567"/>
        <w:jc w:val="both"/>
        <w:rPr>
          <w:b/>
          <w:sz w:val="32"/>
          <w:szCs w:val="32"/>
        </w:rPr>
      </w:pPr>
      <w:r w:rsidRPr="006B6950">
        <w:rPr>
          <w:b/>
          <w:sz w:val="32"/>
          <w:szCs w:val="32"/>
        </w:rPr>
        <w:t xml:space="preserve"> Поэтому, Уважаемые жители!</w:t>
      </w:r>
    </w:p>
    <w:p w:rsidR="00D66A19" w:rsidRPr="00D360C8" w:rsidRDefault="00D66A19" w:rsidP="00D360C8">
      <w:pPr>
        <w:jc w:val="both"/>
        <w:rPr>
          <w:sz w:val="32"/>
          <w:szCs w:val="32"/>
        </w:rPr>
      </w:pPr>
      <w:r w:rsidRPr="006B6950">
        <w:rPr>
          <w:sz w:val="32"/>
          <w:szCs w:val="32"/>
        </w:rPr>
        <w:t xml:space="preserve">- всем нам необходимо поддерживать порядок в личных </w:t>
      </w:r>
      <w:r>
        <w:rPr>
          <w:sz w:val="32"/>
          <w:szCs w:val="32"/>
        </w:rPr>
        <w:t>подворьях, около дворов, наводить порядок на земельных участках.</w:t>
      </w:r>
    </w:p>
    <w:p w:rsidR="00D66A19" w:rsidRPr="006B6950" w:rsidRDefault="00D66A19" w:rsidP="009B17A9">
      <w:pPr>
        <w:jc w:val="both"/>
        <w:rPr>
          <w:i/>
          <w:sz w:val="32"/>
          <w:szCs w:val="32"/>
          <w:u w:val="single"/>
        </w:rPr>
      </w:pPr>
      <w:r w:rsidRPr="006B6950">
        <w:rPr>
          <w:b/>
          <w:i/>
          <w:sz w:val="32"/>
          <w:szCs w:val="32"/>
          <w:u w:val="single"/>
        </w:rPr>
        <w:t>Благоустройство</w:t>
      </w:r>
    </w:p>
    <w:p w:rsidR="00D66A19" w:rsidRPr="006B6950" w:rsidRDefault="00D66A19" w:rsidP="009B17A9">
      <w:pPr>
        <w:ind w:left="142" w:firstLine="567"/>
        <w:jc w:val="both"/>
        <w:rPr>
          <w:sz w:val="32"/>
          <w:szCs w:val="32"/>
        </w:rPr>
      </w:pPr>
      <w:r w:rsidRPr="006B6950">
        <w:rPr>
          <w:sz w:val="32"/>
          <w:szCs w:val="32"/>
        </w:rPr>
        <w:t>Благоустройство поселения характеризуется  уровнем развития инфраструктуры и санитарной очистки населенных пунктов.</w:t>
      </w:r>
    </w:p>
    <w:p w:rsidR="00D66A19" w:rsidRPr="006B6950" w:rsidRDefault="00D66A19" w:rsidP="009B17A9">
      <w:pPr>
        <w:ind w:firstLine="708"/>
        <w:jc w:val="both"/>
        <w:rPr>
          <w:sz w:val="32"/>
          <w:szCs w:val="32"/>
        </w:rPr>
      </w:pPr>
      <w:r w:rsidRPr="006B6950">
        <w:rPr>
          <w:sz w:val="32"/>
          <w:szCs w:val="32"/>
        </w:rPr>
        <w:t xml:space="preserve">Последние годы администрация Щетининское сельское поселение, совместно с населением всё более активно занимаются </w:t>
      </w:r>
      <w:r w:rsidRPr="006B6950">
        <w:rPr>
          <w:bCs/>
          <w:sz w:val="32"/>
          <w:szCs w:val="32"/>
        </w:rPr>
        <w:t>благоустройством</w:t>
      </w:r>
      <w:r w:rsidRPr="006B6950">
        <w:rPr>
          <w:sz w:val="32"/>
          <w:szCs w:val="32"/>
        </w:rPr>
        <w:t xml:space="preserve"> и очисткой территории. В 2017 году неоднократно проводились субботники по уборке территории, в которых активное участие принимали работники учреждений </w:t>
      </w:r>
      <w:r>
        <w:rPr>
          <w:sz w:val="32"/>
          <w:szCs w:val="32"/>
        </w:rPr>
        <w:t>всех форм собственности, жители</w:t>
      </w:r>
      <w:r w:rsidRPr="006B6950">
        <w:rPr>
          <w:sz w:val="32"/>
          <w:szCs w:val="32"/>
        </w:rPr>
        <w:t xml:space="preserve">. </w:t>
      </w:r>
    </w:p>
    <w:p w:rsidR="00D66A19" w:rsidRPr="006B6950" w:rsidRDefault="00D66A19" w:rsidP="009B17A9">
      <w:pPr>
        <w:ind w:firstLine="708"/>
        <w:jc w:val="both"/>
        <w:rPr>
          <w:sz w:val="32"/>
          <w:szCs w:val="32"/>
        </w:rPr>
      </w:pPr>
      <w:r w:rsidRPr="006B6950">
        <w:rPr>
          <w:sz w:val="32"/>
          <w:szCs w:val="32"/>
        </w:rPr>
        <w:t>Силами администрации проводилась опиловка и обрезка деревьев</w:t>
      </w:r>
      <w:r w:rsidRPr="002404A1">
        <w:rPr>
          <w:sz w:val="32"/>
          <w:szCs w:val="32"/>
        </w:rPr>
        <w:t xml:space="preserve"> </w:t>
      </w:r>
      <w:r w:rsidRPr="006B6950">
        <w:rPr>
          <w:sz w:val="32"/>
          <w:szCs w:val="32"/>
        </w:rPr>
        <w:t>в с.Прудская, с.Щетиновка,с.Пушкари, д.Прудские Выселки</w:t>
      </w:r>
      <w:r>
        <w:rPr>
          <w:sz w:val="32"/>
          <w:szCs w:val="32"/>
        </w:rPr>
        <w:t xml:space="preserve"> ,</w:t>
      </w:r>
      <w:r w:rsidRPr="006B6950">
        <w:rPr>
          <w:sz w:val="32"/>
          <w:szCs w:val="32"/>
        </w:rPr>
        <w:t xml:space="preserve"> окос сорной растительности, озеленение, уборка и вывоз мусора, ликвидация несанкционированных свалок.</w:t>
      </w:r>
    </w:p>
    <w:p w:rsidR="00D66A19" w:rsidRPr="006B6950" w:rsidRDefault="00D66A19" w:rsidP="009B17A9">
      <w:pPr>
        <w:ind w:left="142" w:firstLine="567"/>
        <w:jc w:val="both"/>
        <w:rPr>
          <w:sz w:val="32"/>
          <w:szCs w:val="32"/>
        </w:rPr>
      </w:pPr>
      <w:r w:rsidRPr="006B6950">
        <w:rPr>
          <w:sz w:val="32"/>
          <w:szCs w:val="32"/>
        </w:rPr>
        <w:t>В этом году работы будут продолжаться в данном направлении.</w:t>
      </w:r>
    </w:p>
    <w:p w:rsidR="00D66A19" w:rsidRPr="006B6950" w:rsidRDefault="00D66A19" w:rsidP="009B17A9">
      <w:pPr>
        <w:ind w:left="142" w:firstLine="567"/>
        <w:jc w:val="both"/>
        <w:rPr>
          <w:sz w:val="32"/>
          <w:szCs w:val="32"/>
        </w:rPr>
      </w:pPr>
      <w:r w:rsidRPr="006B6950">
        <w:rPr>
          <w:sz w:val="32"/>
          <w:szCs w:val="32"/>
        </w:rPr>
        <w:t xml:space="preserve">Эти усилия не остаются незамеченными как жителями, так и гостями поселения. С каждым годом появляется всё больше цветников, улицы приобретают более ухоженный вид. </w:t>
      </w:r>
    </w:p>
    <w:p w:rsidR="00D66A19" w:rsidRPr="006B6950" w:rsidRDefault="00D66A19" w:rsidP="009B17A9">
      <w:pPr>
        <w:jc w:val="both"/>
        <w:rPr>
          <w:sz w:val="32"/>
          <w:szCs w:val="32"/>
        </w:rPr>
      </w:pPr>
      <w:r w:rsidRPr="006B6950">
        <w:rPr>
          <w:sz w:val="32"/>
          <w:szCs w:val="32"/>
        </w:rPr>
        <w:t>Хочется призвать жителей нашего поселения и коллективы предприятий и организаций принимать активное участие в проводимых администрацией субботниках и санитарных днях. Больше высаживать деревьев, разбивать клумбы и цветники, т.е быть не сторонними наблюдателями, а активными участниками благоустройства нашего поселения.</w:t>
      </w:r>
    </w:p>
    <w:p w:rsidR="00D66A19" w:rsidRPr="006B6950" w:rsidRDefault="00D66A19" w:rsidP="00906738">
      <w:pPr>
        <w:jc w:val="both"/>
        <w:rPr>
          <w:sz w:val="32"/>
          <w:szCs w:val="32"/>
        </w:rPr>
      </w:pPr>
      <w:r w:rsidRPr="006B6950">
        <w:rPr>
          <w:color w:val="000000"/>
          <w:sz w:val="32"/>
          <w:szCs w:val="32"/>
        </w:rPr>
        <w:t>В позитивных показателях развития территории есть частица труда каждого сидящего в этом зале, потому что вы были причастны ко всему своей трудовой деятельностью, инициативой, общественной работой, своим неравнодушием. Я хочу поблагодарить за поддержку и помощь жителей нашего поселения.</w:t>
      </w:r>
      <w:r w:rsidRPr="006B6950">
        <w:rPr>
          <w:sz w:val="32"/>
          <w:szCs w:val="32"/>
        </w:rPr>
        <w:t xml:space="preserve"> </w:t>
      </w:r>
    </w:p>
    <w:p w:rsidR="00D66A19" w:rsidRPr="006B6950" w:rsidRDefault="00D66A19" w:rsidP="009B17A9">
      <w:pPr>
        <w:jc w:val="both"/>
        <w:rPr>
          <w:b/>
          <w:sz w:val="32"/>
          <w:szCs w:val="32"/>
        </w:rPr>
      </w:pPr>
    </w:p>
    <w:p w:rsidR="00D66A19" w:rsidRPr="006B6950" w:rsidRDefault="00D66A19" w:rsidP="00906738">
      <w:pPr>
        <w:ind w:left="-567" w:firstLine="567"/>
        <w:jc w:val="both"/>
        <w:rPr>
          <w:b/>
          <w:sz w:val="32"/>
          <w:szCs w:val="32"/>
        </w:rPr>
      </w:pPr>
      <w:r w:rsidRPr="006B6950">
        <w:rPr>
          <w:b/>
          <w:sz w:val="32"/>
          <w:szCs w:val="32"/>
        </w:rPr>
        <w:t>Несколько слов о пожарной безопасности.</w:t>
      </w:r>
    </w:p>
    <w:p w:rsidR="00D66A19" w:rsidRPr="006B6950" w:rsidRDefault="00D66A19" w:rsidP="00166B69">
      <w:pPr>
        <w:ind w:left="-567" w:firstLine="567"/>
        <w:jc w:val="both"/>
        <w:rPr>
          <w:sz w:val="32"/>
          <w:szCs w:val="32"/>
        </w:rPr>
      </w:pPr>
      <w:r w:rsidRPr="006B6950">
        <w:rPr>
          <w:b/>
          <w:sz w:val="32"/>
          <w:szCs w:val="32"/>
        </w:rPr>
        <w:t xml:space="preserve"> </w:t>
      </w:r>
      <w:r w:rsidRPr="006B6950">
        <w:rPr>
          <w:sz w:val="32"/>
          <w:szCs w:val="32"/>
        </w:rPr>
        <w:t xml:space="preserve">Мы, на наше собрание пригласили специалиста по пожарной безопасности, он более подробнее расскажет об обстановке по пожарам на нашей территории, но забегая вперед хочется сказать, что обстановка не очень благоприятная. </w:t>
      </w:r>
    </w:p>
    <w:p w:rsidR="00D66A19" w:rsidRDefault="00D66A19" w:rsidP="00166B69">
      <w:pPr>
        <w:ind w:left="-567" w:firstLine="567"/>
        <w:jc w:val="both"/>
        <w:rPr>
          <w:sz w:val="32"/>
          <w:szCs w:val="32"/>
        </w:rPr>
      </w:pPr>
      <w:r w:rsidRPr="006B6950">
        <w:rPr>
          <w:sz w:val="32"/>
          <w:szCs w:val="32"/>
        </w:rPr>
        <w:t xml:space="preserve">В 2017году </w:t>
      </w:r>
      <w:r>
        <w:rPr>
          <w:sz w:val="32"/>
          <w:szCs w:val="32"/>
        </w:rPr>
        <w:t>на территории поселения сгорели 3 дома</w:t>
      </w:r>
      <w:r w:rsidRPr="006B6950">
        <w:rPr>
          <w:sz w:val="32"/>
          <w:szCs w:val="32"/>
        </w:rPr>
        <w:t>,</w:t>
      </w:r>
      <w:r>
        <w:rPr>
          <w:sz w:val="32"/>
          <w:szCs w:val="32"/>
        </w:rPr>
        <w:t xml:space="preserve"> были жертвы.</w:t>
      </w:r>
    </w:p>
    <w:p w:rsidR="00D66A19" w:rsidRPr="006B6950" w:rsidRDefault="00D66A19" w:rsidP="00166B69">
      <w:pPr>
        <w:ind w:left="-567" w:firstLine="567"/>
        <w:jc w:val="both"/>
        <w:rPr>
          <w:sz w:val="32"/>
          <w:szCs w:val="32"/>
        </w:rPr>
      </w:pPr>
      <w:r w:rsidRPr="006B6950">
        <w:rPr>
          <w:sz w:val="32"/>
          <w:szCs w:val="32"/>
        </w:rPr>
        <w:t xml:space="preserve"> </w:t>
      </w:r>
      <w:r>
        <w:rPr>
          <w:sz w:val="32"/>
          <w:szCs w:val="32"/>
        </w:rPr>
        <w:t>О</w:t>
      </w:r>
      <w:r w:rsidRPr="006B6950">
        <w:rPr>
          <w:sz w:val="32"/>
          <w:szCs w:val="32"/>
        </w:rPr>
        <w:t>чаго</w:t>
      </w:r>
      <w:r>
        <w:rPr>
          <w:sz w:val="32"/>
          <w:szCs w:val="32"/>
        </w:rPr>
        <w:t>в возгораний было – очень много</w:t>
      </w:r>
      <w:r w:rsidRPr="006B6950">
        <w:rPr>
          <w:sz w:val="32"/>
          <w:szCs w:val="32"/>
        </w:rPr>
        <w:t>, горела трава, которую мы с Вами не окашиваем во время. Призываю всех жителей, навести порядок на своих земельных участках</w:t>
      </w:r>
    </w:p>
    <w:p w:rsidR="00D66A19" w:rsidRPr="006B6950" w:rsidRDefault="00D66A19" w:rsidP="00181B3C">
      <w:pPr>
        <w:ind w:left="-567" w:firstLine="567"/>
        <w:jc w:val="both"/>
        <w:rPr>
          <w:sz w:val="32"/>
          <w:szCs w:val="32"/>
        </w:rPr>
      </w:pPr>
      <w:r w:rsidRPr="006B6950">
        <w:rPr>
          <w:sz w:val="32"/>
          <w:szCs w:val="32"/>
        </w:rPr>
        <w:t>В целях недопущения пожаров, предлагаю жителям поселения, провести проверку</w:t>
      </w:r>
      <w:r>
        <w:rPr>
          <w:sz w:val="32"/>
          <w:szCs w:val="32"/>
        </w:rPr>
        <w:t xml:space="preserve"> </w:t>
      </w:r>
      <w:r w:rsidRPr="006B6950">
        <w:rPr>
          <w:sz w:val="32"/>
          <w:szCs w:val="32"/>
        </w:rPr>
        <w:t>своих домовладений, имеющих печное и газовое отопление,</w:t>
      </w:r>
      <w:r>
        <w:rPr>
          <w:sz w:val="32"/>
          <w:szCs w:val="32"/>
        </w:rPr>
        <w:t xml:space="preserve"> проверить вентканалы и вытяжки</w:t>
      </w:r>
      <w:r w:rsidRPr="006B6950">
        <w:rPr>
          <w:sz w:val="32"/>
          <w:szCs w:val="32"/>
        </w:rPr>
        <w:t>. Так же необходимо обратить внимание на состояние электропроводки, неисправности рекомендую заменить. Соблюдайте правила пожарной безопасности при пользовании бытовыми газовыми приборами, гражданам, пользующихся природным газом, необходимо и целесообразно своевременно заключать  договора на техническое обслуживание внутри домового газового оборудования.</w:t>
      </w:r>
    </w:p>
    <w:p w:rsidR="00D66A19" w:rsidRPr="006B6950" w:rsidRDefault="00D66A19" w:rsidP="0092766B">
      <w:pPr>
        <w:jc w:val="both"/>
        <w:rPr>
          <w:sz w:val="32"/>
          <w:szCs w:val="32"/>
        </w:rPr>
      </w:pPr>
      <w:r>
        <w:rPr>
          <w:b/>
          <w:sz w:val="32"/>
          <w:szCs w:val="32"/>
        </w:rPr>
        <w:t xml:space="preserve">Приближается весна, </w:t>
      </w:r>
      <w:r w:rsidRPr="006B6950">
        <w:rPr>
          <w:b/>
          <w:sz w:val="32"/>
          <w:szCs w:val="32"/>
        </w:rPr>
        <w:t>еще раз</w:t>
      </w:r>
      <w:r w:rsidRPr="006B6950">
        <w:rPr>
          <w:sz w:val="32"/>
          <w:szCs w:val="32"/>
        </w:rPr>
        <w:t xml:space="preserve"> </w:t>
      </w:r>
      <w:r w:rsidRPr="006B6950">
        <w:rPr>
          <w:b/>
          <w:sz w:val="32"/>
          <w:szCs w:val="32"/>
        </w:rPr>
        <w:t>хочется напомнить,</w:t>
      </w:r>
      <w:r w:rsidRPr="006B6950">
        <w:rPr>
          <w:sz w:val="32"/>
          <w:szCs w:val="32"/>
        </w:rPr>
        <w:t xml:space="preserve"> что выжигание сухой растительности на территории Щетининского сельского поселения запрещено, ужесточаются меры по борьбе с пожарами и разведением огня, будут применяться штрафные санкции к тем, кто будет этим заниматься.</w:t>
      </w:r>
    </w:p>
    <w:p w:rsidR="00D66A19" w:rsidRDefault="00D66A19" w:rsidP="0092766B">
      <w:pPr>
        <w:jc w:val="both"/>
        <w:rPr>
          <w:sz w:val="32"/>
          <w:szCs w:val="32"/>
        </w:rPr>
      </w:pPr>
      <w:r>
        <w:rPr>
          <w:sz w:val="32"/>
          <w:szCs w:val="32"/>
        </w:rPr>
        <w:t>Очень хочется отметить и сказать о</w:t>
      </w:r>
      <w:r w:rsidRPr="006B6950">
        <w:rPr>
          <w:sz w:val="32"/>
          <w:szCs w:val="32"/>
        </w:rPr>
        <w:t>громное спасибо нашим добровольным пожарным, за их помощь в локализации очагов возгорания, без их помощи мы бы не справились.</w:t>
      </w:r>
    </w:p>
    <w:p w:rsidR="00D66A19" w:rsidRPr="006B6950" w:rsidRDefault="00D66A19" w:rsidP="0092766B">
      <w:pPr>
        <w:jc w:val="both"/>
        <w:rPr>
          <w:sz w:val="32"/>
          <w:szCs w:val="32"/>
        </w:rPr>
      </w:pPr>
      <w:r>
        <w:rPr>
          <w:sz w:val="32"/>
          <w:szCs w:val="32"/>
        </w:rPr>
        <w:t>Это Коржов Владимир Николаевич, Дейцев Виктор Николаевич, Непрошин Александр Михайлович, Рыжов Николай Владимирович.</w:t>
      </w:r>
    </w:p>
    <w:p w:rsidR="00D66A19" w:rsidRPr="006B6950" w:rsidRDefault="00D66A19" w:rsidP="001A415F">
      <w:pPr>
        <w:rPr>
          <w:sz w:val="32"/>
          <w:szCs w:val="32"/>
        </w:rPr>
      </w:pPr>
    </w:p>
    <w:p w:rsidR="00D66A19" w:rsidRPr="006B6950" w:rsidRDefault="00D66A19" w:rsidP="002404A1">
      <w:pPr>
        <w:ind w:left="-567" w:firstLine="567"/>
        <w:jc w:val="both"/>
        <w:rPr>
          <w:sz w:val="32"/>
          <w:szCs w:val="32"/>
        </w:rPr>
      </w:pPr>
      <w:r w:rsidRPr="006B6950">
        <w:rPr>
          <w:sz w:val="32"/>
          <w:szCs w:val="32"/>
        </w:rPr>
        <w:t>Мне хочется, чтобы все живущие здесь понимали, что все зависит от нас</w:t>
      </w:r>
      <w:r>
        <w:rPr>
          <w:sz w:val="32"/>
          <w:szCs w:val="32"/>
        </w:rPr>
        <w:t xml:space="preserve"> </w:t>
      </w:r>
      <w:r w:rsidRPr="006B6950">
        <w:rPr>
          <w:sz w:val="32"/>
          <w:szCs w:val="32"/>
        </w:rPr>
        <w:t>самих. Пусть каждый из нас сделает что-то хорошего, внесет свой посильный вклад в развитие поселения и всем нам станет жить лучше и комфортнее.</w:t>
      </w:r>
    </w:p>
    <w:p w:rsidR="00D66A19" w:rsidRPr="006B6950" w:rsidRDefault="00D66A19" w:rsidP="00751C16">
      <w:pPr>
        <w:ind w:left="-567" w:firstLine="567"/>
        <w:jc w:val="both"/>
        <w:rPr>
          <w:sz w:val="32"/>
          <w:szCs w:val="32"/>
        </w:rPr>
      </w:pPr>
      <w:r w:rsidRPr="006B6950">
        <w:rPr>
          <w:sz w:val="32"/>
          <w:szCs w:val="32"/>
        </w:rPr>
        <w:t>Очень хочется отметить помощь в работе на общественных началах,  наших старост, с каким бы вопросом к ним не обратишься, всегда откликнуться и помогут:</w:t>
      </w:r>
    </w:p>
    <w:p w:rsidR="00D66A19" w:rsidRPr="006B6950" w:rsidRDefault="00D66A19" w:rsidP="005A7362">
      <w:pPr>
        <w:ind w:left="-567" w:firstLine="567"/>
        <w:jc w:val="both"/>
        <w:rPr>
          <w:sz w:val="32"/>
          <w:szCs w:val="32"/>
        </w:rPr>
      </w:pPr>
      <w:r w:rsidRPr="006B6950">
        <w:rPr>
          <w:sz w:val="32"/>
          <w:szCs w:val="32"/>
        </w:rPr>
        <w:t>Бараковскую Валентину Васильевну – староста д.Прудские Выселки</w:t>
      </w:r>
    </w:p>
    <w:p w:rsidR="00D66A19" w:rsidRPr="006B6950" w:rsidRDefault="00D66A19" w:rsidP="005A7362">
      <w:pPr>
        <w:ind w:left="-567" w:firstLine="567"/>
        <w:jc w:val="both"/>
        <w:rPr>
          <w:sz w:val="32"/>
          <w:szCs w:val="32"/>
        </w:rPr>
      </w:pPr>
      <w:r w:rsidRPr="006B6950">
        <w:rPr>
          <w:sz w:val="32"/>
          <w:szCs w:val="32"/>
        </w:rPr>
        <w:t>Толкачеву Татьяну Кирилловну – староста с.Прудская</w:t>
      </w:r>
    </w:p>
    <w:p w:rsidR="00D66A19" w:rsidRPr="006B6950" w:rsidRDefault="00D66A19" w:rsidP="005A7362">
      <w:pPr>
        <w:ind w:left="-567" w:firstLine="567"/>
        <w:jc w:val="both"/>
        <w:rPr>
          <w:sz w:val="32"/>
          <w:szCs w:val="32"/>
        </w:rPr>
      </w:pPr>
      <w:r w:rsidRPr="006B6950">
        <w:rPr>
          <w:sz w:val="32"/>
          <w:szCs w:val="32"/>
        </w:rPr>
        <w:t>Лузгину Тамару Николаевну -  староста д.Комаревка</w:t>
      </w:r>
    </w:p>
    <w:p w:rsidR="00D66A19" w:rsidRPr="006B6950" w:rsidRDefault="00D66A19" w:rsidP="005A7362">
      <w:pPr>
        <w:ind w:left="-567" w:firstLine="567"/>
        <w:jc w:val="both"/>
        <w:rPr>
          <w:sz w:val="32"/>
          <w:szCs w:val="32"/>
        </w:rPr>
      </w:pPr>
      <w:r w:rsidRPr="006B6950">
        <w:rPr>
          <w:sz w:val="32"/>
          <w:szCs w:val="32"/>
        </w:rPr>
        <w:t>Коржова Владимира Николаевича -  староста ул.Данковка</w:t>
      </w:r>
    </w:p>
    <w:p w:rsidR="00D66A19" w:rsidRPr="006B6950" w:rsidRDefault="00D66A19" w:rsidP="005A7362">
      <w:pPr>
        <w:ind w:left="-567" w:firstLine="567"/>
        <w:jc w:val="both"/>
        <w:rPr>
          <w:sz w:val="32"/>
          <w:szCs w:val="32"/>
        </w:rPr>
      </w:pPr>
      <w:r w:rsidRPr="006B6950">
        <w:rPr>
          <w:sz w:val="32"/>
          <w:szCs w:val="32"/>
        </w:rPr>
        <w:t>Комарова Сергея Юрьевича – староста ул.Бережок</w:t>
      </w:r>
    </w:p>
    <w:p w:rsidR="00D66A19" w:rsidRPr="006B6950" w:rsidRDefault="00D66A19" w:rsidP="005A7362">
      <w:pPr>
        <w:ind w:left="-567" w:firstLine="567"/>
        <w:jc w:val="both"/>
        <w:rPr>
          <w:sz w:val="32"/>
          <w:szCs w:val="32"/>
        </w:rPr>
      </w:pPr>
      <w:r w:rsidRPr="006B6950">
        <w:rPr>
          <w:sz w:val="32"/>
          <w:szCs w:val="32"/>
        </w:rPr>
        <w:t>Шелогурова Пантелея Викторовича – староста ул.Глинки</w:t>
      </w:r>
    </w:p>
    <w:p w:rsidR="00D66A19" w:rsidRPr="006B6950" w:rsidRDefault="00D66A19" w:rsidP="00751C16">
      <w:pPr>
        <w:ind w:left="-567" w:firstLine="567"/>
        <w:jc w:val="both"/>
        <w:rPr>
          <w:sz w:val="32"/>
          <w:szCs w:val="32"/>
        </w:rPr>
      </w:pPr>
      <w:r w:rsidRPr="006B6950">
        <w:rPr>
          <w:sz w:val="32"/>
          <w:szCs w:val="32"/>
        </w:rPr>
        <w:t>Салину Людмилу Васильевну – староста с.Пушкари, д.Арсеньево.</w:t>
      </w:r>
    </w:p>
    <w:p w:rsidR="00D66A19" w:rsidRPr="006B6950" w:rsidRDefault="00D66A19" w:rsidP="002B486A">
      <w:pPr>
        <w:jc w:val="both"/>
        <w:rPr>
          <w:sz w:val="32"/>
          <w:szCs w:val="32"/>
        </w:rPr>
      </w:pPr>
    </w:p>
    <w:p w:rsidR="00D66A19" w:rsidRPr="006B6950" w:rsidRDefault="00D66A19" w:rsidP="002B486A">
      <w:pPr>
        <w:ind w:left="142" w:firstLine="567"/>
        <w:jc w:val="both"/>
        <w:rPr>
          <w:color w:val="000000"/>
          <w:sz w:val="32"/>
          <w:szCs w:val="32"/>
        </w:rPr>
      </w:pPr>
      <w:r w:rsidRPr="006B6950">
        <w:rPr>
          <w:color w:val="000000"/>
          <w:sz w:val="32"/>
          <w:szCs w:val="32"/>
        </w:rPr>
        <w:t>Каким будет наступивший 2018 год? Он будет таким, каким мы его сделаем. Нам предстоит большая работа, но потенциал нашего поселения огромен и, чтобы реализовать его в полной мере, необходимы общие усилия. Я рассчитываю на поддержку каждого из вас. В 2018 году перед нами стоят весьма серьезные задачи, связанные с улучшением состояния экономики и социального уровня жителей поселения, которые необходимо последовательно решать, а именно:</w:t>
      </w:r>
    </w:p>
    <w:p w:rsidR="00D66A19" w:rsidRPr="006B6950" w:rsidRDefault="00D66A19" w:rsidP="002B486A">
      <w:pPr>
        <w:pStyle w:val="ListParagraph"/>
        <w:numPr>
          <w:ilvl w:val="0"/>
          <w:numId w:val="10"/>
        </w:numPr>
        <w:spacing w:after="0" w:line="240" w:lineRule="auto"/>
        <w:jc w:val="both"/>
        <w:rPr>
          <w:rFonts w:ascii="Times New Roman" w:hAnsi="Times New Roman"/>
          <w:color w:val="000000"/>
          <w:sz w:val="32"/>
          <w:szCs w:val="32"/>
        </w:rPr>
      </w:pPr>
      <w:r w:rsidRPr="006B6950">
        <w:rPr>
          <w:rFonts w:ascii="Times New Roman" w:hAnsi="Times New Roman"/>
          <w:color w:val="000000"/>
          <w:sz w:val="32"/>
          <w:szCs w:val="32"/>
        </w:rPr>
        <w:t>Продолжение работы по сокращению недоимки по налоговым и неналоговым платежам во все уровни бюджета;</w:t>
      </w:r>
    </w:p>
    <w:p w:rsidR="00D66A19" w:rsidRPr="006B6950" w:rsidRDefault="00D66A19" w:rsidP="002B486A">
      <w:pPr>
        <w:pStyle w:val="ListParagraph"/>
        <w:numPr>
          <w:ilvl w:val="0"/>
          <w:numId w:val="10"/>
        </w:numPr>
        <w:spacing w:after="0" w:line="240" w:lineRule="auto"/>
        <w:jc w:val="both"/>
        <w:rPr>
          <w:rFonts w:ascii="Times New Roman" w:hAnsi="Times New Roman"/>
          <w:color w:val="000000"/>
          <w:sz w:val="32"/>
          <w:szCs w:val="32"/>
        </w:rPr>
      </w:pPr>
      <w:r w:rsidRPr="006B6950">
        <w:rPr>
          <w:rFonts w:ascii="Times New Roman" w:hAnsi="Times New Roman"/>
          <w:color w:val="000000"/>
          <w:sz w:val="32"/>
          <w:szCs w:val="32"/>
        </w:rPr>
        <w:t>Благоустройство территории поселения;</w:t>
      </w:r>
    </w:p>
    <w:p w:rsidR="00D66A19" w:rsidRPr="006B6950" w:rsidRDefault="00D66A19" w:rsidP="002B486A">
      <w:pPr>
        <w:pStyle w:val="ListParagraph"/>
        <w:numPr>
          <w:ilvl w:val="0"/>
          <w:numId w:val="10"/>
        </w:numPr>
        <w:spacing w:after="0" w:line="240" w:lineRule="auto"/>
        <w:jc w:val="both"/>
        <w:rPr>
          <w:rFonts w:ascii="Times New Roman" w:hAnsi="Times New Roman"/>
          <w:color w:val="000000"/>
          <w:sz w:val="32"/>
          <w:szCs w:val="32"/>
        </w:rPr>
      </w:pPr>
      <w:r w:rsidRPr="006B6950">
        <w:rPr>
          <w:rFonts w:ascii="Times New Roman" w:hAnsi="Times New Roman"/>
          <w:color w:val="000000"/>
          <w:sz w:val="32"/>
          <w:szCs w:val="32"/>
        </w:rPr>
        <w:t>Ремонт и содержание дорожных сетей;</w:t>
      </w:r>
    </w:p>
    <w:p w:rsidR="00D66A19" w:rsidRPr="006B6950" w:rsidRDefault="00D66A19" w:rsidP="002B486A">
      <w:pPr>
        <w:numPr>
          <w:ilvl w:val="0"/>
          <w:numId w:val="10"/>
        </w:numPr>
        <w:jc w:val="both"/>
        <w:rPr>
          <w:sz w:val="32"/>
          <w:szCs w:val="32"/>
        </w:rPr>
      </w:pPr>
      <w:r w:rsidRPr="006B6950">
        <w:rPr>
          <w:sz w:val="32"/>
          <w:szCs w:val="32"/>
        </w:rPr>
        <w:t>Намечены  работы по ремонту общественных колодцев, уборке территории, вывозу мусора,  по ликвидации несанкционированных свалок</w:t>
      </w:r>
    </w:p>
    <w:p w:rsidR="00D66A19" w:rsidRPr="006B6950" w:rsidRDefault="00D66A19" w:rsidP="002B486A">
      <w:pPr>
        <w:pStyle w:val="ListParagraph"/>
        <w:numPr>
          <w:ilvl w:val="0"/>
          <w:numId w:val="10"/>
        </w:numPr>
        <w:spacing w:after="0" w:line="240" w:lineRule="auto"/>
        <w:ind w:left="142" w:firstLine="567"/>
        <w:jc w:val="both"/>
        <w:rPr>
          <w:rFonts w:ascii="Times New Roman" w:hAnsi="Times New Roman"/>
          <w:snapToGrid w:val="0"/>
          <w:sz w:val="32"/>
          <w:szCs w:val="32"/>
          <w:lang w:eastAsia="ru-RU"/>
        </w:rPr>
      </w:pPr>
      <w:r w:rsidRPr="006B6950">
        <w:rPr>
          <w:rFonts w:ascii="Times New Roman" w:hAnsi="Times New Roman"/>
          <w:color w:val="000000"/>
          <w:sz w:val="32"/>
          <w:szCs w:val="32"/>
        </w:rPr>
        <w:t>Запланирован ремонт Щетининского ДК</w:t>
      </w:r>
      <w:r>
        <w:rPr>
          <w:rFonts w:ascii="Times New Roman" w:hAnsi="Times New Roman"/>
          <w:color w:val="000000"/>
          <w:sz w:val="32"/>
          <w:szCs w:val="32"/>
        </w:rPr>
        <w:t xml:space="preserve"> </w:t>
      </w:r>
    </w:p>
    <w:p w:rsidR="00D66A19" w:rsidRPr="006B6950" w:rsidRDefault="00D66A19" w:rsidP="00D360C8">
      <w:pPr>
        <w:pStyle w:val="ListParagraph"/>
        <w:numPr>
          <w:ilvl w:val="0"/>
          <w:numId w:val="10"/>
        </w:numPr>
        <w:spacing w:after="0" w:line="240" w:lineRule="auto"/>
        <w:ind w:left="142" w:firstLine="567"/>
        <w:jc w:val="both"/>
        <w:rPr>
          <w:rFonts w:ascii="Times New Roman" w:hAnsi="Times New Roman"/>
          <w:snapToGrid w:val="0"/>
          <w:sz w:val="32"/>
          <w:szCs w:val="32"/>
          <w:lang w:eastAsia="ru-RU"/>
        </w:rPr>
      </w:pPr>
      <w:r>
        <w:rPr>
          <w:rFonts w:ascii="Times New Roman" w:hAnsi="Times New Roman"/>
          <w:color w:val="000000"/>
          <w:sz w:val="32"/>
          <w:szCs w:val="32"/>
        </w:rPr>
        <w:t>Запланирована у</w:t>
      </w:r>
      <w:r w:rsidRPr="006B6950">
        <w:rPr>
          <w:rFonts w:ascii="Times New Roman" w:hAnsi="Times New Roman"/>
          <w:color w:val="000000"/>
          <w:sz w:val="32"/>
          <w:szCs w:val="32"/>
        </w:rPr>
        <w:t>становка детских спортивных игровых площадок в с.Щетиновка, с.Пушкари</w:t>
      </w:r>
    </w:p>
    <w:p w:rsidR="00D66A19" w:rsidRPr="00D360C8" w:rsidRDefault="00D66A19" w:rsidP="00D360C8">
      <w:pPr>
        <w:pStyle w:val="ListParagraph"/>
        <w:spacing w:after="0" w:line="240" w:lineRule="auto"/>
        <w:jc w:val="both"/>
        <w:rPr>
          <w:rFonts w:ascii="Times New Roman" w:hAnsi="Times New Roman"/>
          <w:color w:val="000000"/>
          <w:sz w:val="28"/>
          <w:szCs w:val="28"/>
        </w:rPr>
      </w:pPr>
      <w:r>
        <w:t xml:space="preserve"> </w:t>
      </w:r>
      <w:r w:rsidRPr="00D360C8">
        <w:rPr>
          <w:rFonts w:ascii="Times New Roman" w:hAnsi="Times New Roman"/>
          <w:sz w:val="28"/>
          <w:szCs w:val="28"/>
        </w:rPr>
        <w:t>И это только небольшой перечень запланированных дел на 2018 год.</w:t>
      </w:r>
    </w:p>
    <w:p w:rsidR="00D66A19" w:rsidRPr="006B6950" w:rsidRDefault="00D66A19" w:rsidP="00D360C8">
      <w:pPr>
        <w:ind w:left="-567" w:firstLine="567"/>
        <w:jc w:val="both"/>
        <w:rPr>
          <w:sz w:val="32"/>
          <w:szCs w:val="32"/>
        </w:rPr>
      </w:pPr>
      <w:r w:rsidRPr="006B6950">
        <w:rPr>
          <w:sz w:val="32"/>
          <w:szCs w:val="32"/>
        </w:rPr>
        <w:t xml:space="preserve">И еще раз повторюсь, что в данной работе хочется видеть активную помощь и содействие наших депутатов, старост и жителей поселения.                                                      </w:t>
      </w:r>
    </w:p>
    <w:p w:rsidR="00D66A19" w:rsidRPr="006B6950" w:rsidRDefault="00D66A19" w:rsidP="00751C16">
      <w:pPr>
        <w:ind w:left="-567" w:firstLine="567"/>
        <w:jc w:val="both"/>
        <w:rPr>
          <w:sz w:val="32"/>
          <w:szCs w:val="32"/>
        </w:rPr>
      </w:pPr>
      <w:r w:rsidRPr="006B6950">
        <w:rPr>
          <w:sz w:val="32"/>
          <w:szCs w:val="32"/>
        </w:rPr>
        <w:t xml:space="preserve">  И в заключении, </w:t>
      </w:r>
    </w:p>
    <w:p w:rsidR="00D66A19" w:rsidRPr="006B6950" w:rsidRDefault="00D66A19" w:rsidP="0012263A">
      <w:pPr>
        <w:rPr>
          <w:sz w:val="32"/>
          <w:szCs w:val="32"/>
        </w:rPr>
      </w:pPr>
      <w:r w:rsidRPr="006B6950">
        <w:rPr>
          <w:sz w:val="32"/>
          <w:szCs w:val="32"/>
        </w:rPr>
        <w:t xml:space="preserve">  </w:t>
      </w:r>
      <w:r>
        <w:rPr>
          <w:sz w:val="32"/>
          <w:szCs w:val="32"/>
        </w:rPr>
        <w:t>хочется</w:t>
      </w:r>
      <w:r w:rsidRPr="006B6950">
        <w:rPr>
          <w:sz w:val="32"/>
          <w:szCs w:val="32"/>
        </w:rPr>
        <w:t xml:space="preserve">, поздравить всех присутствующих с праздником! Я желаю вам крепкого здоровья, бодрости духа, семейного благополучия, удачи и счастья! </w:t>
      </w:r>
    </w:p>
    <w:p w:rsidR="00D66A19" w:rsidRPr="006B6950" w:rsidRDefault="00D66A19" w:rsidP="00906738">
      <w:pPr>
        <w:jc w:val="both"/>
        <w:rPr>
          <w:sz w:val="32"/>
          <w:szCs w:val="32"/>
        </w:rPr>
      </w:pPr>
    </w:p>
    <w:p w:rsidR="00D66A19" w:rsidRPr="006B6950" w:rsidRDefault="00D66A19" w:rsidP="00147A27">
      <w:pPr>
        <w:ind w:left="-567" w:firstLine="567"/>
        <w:jc w:val="both"/>
        <w:rPr>
          <w:sz w:val="32"/>
          <w:szCs w:val="32"/>
        </w:rPr>
      </w:pPr>
      <w:r w:rsidRPr="006B6950">
        <w:rPr>
          <w:sz w:val="32"/>
          <w:szCs w:val="32"/>
        </w:rPr>
        <w:t xml:space="preserve">     Спасибо Вам всем за внимание!</w:t>
      </w:r>
    </w:p>
    <w:sectPr w:rsidR="00D66A19" w:rsidRPr="006B6950" w:rsidSect="001A415F">
      <w:pgSz w:w="11906" w:h="16838"/>
      <w:pgMar w:top="720" w:right="851" w:bottom="851"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6A19" w:rsidRDefault="00D66A19" w:rsidP="009E29CE">
      <w:r>
        <w:separator/>
      </w:r>
    </w:p>
  </w:endnote>
  <w:endnote w:type="continuationSeparator" w:id="0">
    <w:p w:rsidR="00D66A19" w:rsidRDefault="00D66A19" w:rsidP="009E29C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6A19" w:rsidRDefault="00D66A19" w:rsidP="009E29CE">
      <w:r>
        <w:separator/>
      </w:r>
    </w:p>
  </w:footnote>
  <w:footnote w:type="continuationSeparator" w:id="0">
    <w:p w:rsidR="00D66A19" w:rsidRDefault="00D66A19" w:rsidP="009E29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43179"/>
    <w:multiLevelType w:val="hybridMultilevel"/>
    <w:tmpl w:val="21BEBEA2"/>
    <w:lvl w:ilvl="0" w:tplc="6AAE1A1C">
      <w:start w:val="2015"/>
      <w:numFmt w:val="bullet"/>
      <w:lvlText w:val=""/>
      <w:lvlJc w:val="left"/>
      <w:pPr>
        <w:ind w:left="1069" w:hanging="360"/>
      </w:pPr>
      <w:rPr>
        <w:rFonts w:ascii="Symbol" w:eastAsia="Times New Roman"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196D1C4E"/>
    <w:multiLevelType w:val="hybridMultilevel"/>
    <w:tmpl w:val="43AA5D90"/>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9B446E4"/>
    <w:multiLevelType w:val="hybridMultilevel"/>
    <w:tmpl w:val="25E07E36"/>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AF7374A"/>
    <w:multiLevelType w:val="hybridMultilevel"/>
    <w:tmpl w:val="E818619A"/>
    <w:lvl w:ilvl="0" w:tplc="AADC4C82">
      <w:start w:val="1"/>
      <w:numFmt w:val="decimal"/>
      <w:lvlText w:val="%1."/>
      <w:lvlJc w:val="left"/>
      <w:pPr>
        <w:tabs>
          <w:tab w:val="num" w:pos="1068"/>
        </w:tabs>
        <w:ind w:left="1068" w:hanging="360"/>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nsid w:val="3F8C0FE5"/>
    <w:multiLevelType w:val="hybridMultilevel"/>
    <w:tmpl w:val="5EC65016"/>
    <w:lvl w:ilvl="0" w:tplc="7DCC5BBA">
      <w:start w:val="1"/>
      <w:numFmt w:val="decimal"/>
      <w:lvlText w:val="%1."/>
      <w:lvlJc w:val="left"/>
      <w:pPr>
        <w:ind w:left="1455" w:hanging="109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6C23EAE"/>
    <w:multiLevelType w:val="hybridMultilevel"/>
    <w:tmpl w:val="3ECC7E46"/>
    <w:lvl w:ilvl="0" w:tplc="986C06DA">
      <w:start w:val="2"/>
      <w:numFmt w:val="decimal"/>
      <w:lvlText w:val="%1."/>
      <w:lvlJc w:val="left"/>
      <w:pPr>
        <w:tabs>
          <w:tab w:val="num" w:pos="363"/>
        </w:tabs>
        <w:ind w:left="363" w:hanging="360"/>
      </w:pPr>
      <w:rPr>
        <w:rFonts w:cs="Times New Roman" w:hint="default"/>
      </w:rPr>
    </w:lvl>
    <w:lvl w:ilvl="1" w:tplc="04190019" w:tentative="1">
      <w:start w:val="1"/>
      <w:numFmt w:val="lowerLetter"/>
      <w:lvlText w:val="%2."/>
      <w:lvlJc w:val="left"/>
      <w:pPr>
        <w:tabs>
          <w:tab w:val="num" w:pos="1083"/>
        </w:tabs>
        <w:ind w:left="1083" w:hanging="360"/>
      </w:pPr>
      <w:rPr>
        <w:rFonts w:cs="Times New Roman"/>
      </w:rPr>
    </w:lvl>
    <w:lvl w:ilvl="2" w:tplc="0419001B" w:tentative="1">
      <w:start w:val="1"/>
      <w:numFmt w:val="lowerRoman"/>
      <w:lvlText w:val="%3."/>
      <w:lvlJc w:val="right"/>
      <w:pPr>
        <w:tabs>
          <w:tab w:val="num" w:pos="1803"/>
        </w:tabs>
        <w:ind w:left="1803" w:hanging="180"/>
      </w:pPr>
      <w:rPr>
        <w:rFonts w:cs="Times New Roman"/>
      </w:rPr>
    </w:lvl>
    <w:lvl w:ilvl="3" w:tplc="0419000F" w:tentative="1">
      <w:start w:val="1"/>
      <w:numFmt w:val="decimal"/>
      <w:lvlText w:val="%4."/>
      <w:lvlJc w:val="left"/>
      <w:pPr>
        <w:tabs>
          <w:tab w:val="num" w:pos="2523"/>
        </w:tabs>
        <w:ind w:left="2523" w:hanging="360"/>
      </w:pPr>
      <w:rPr>
        <w:rFonts w:cs="Times New Roman"/>
      </w:rPr>
    </w:lvl>
    <w:lvl w:ilvl="4" w:tplc="04190019" w:tentative="1">
      <w:start w:val="1"/>
      <w:numFmt w:val="lowerLetter"/>
      <w:lvlText w:val="%5."/>
      <w:lvlJc w:val="left"/>
      <w:pPr>
        <w:tabs>
          <w:tab w:val="num" w:pos="3243"/>
        </w:tabs>
        <w:ind w:left="3243" w:hanging="360"/>
      </w:pPr>
      <w:rPr>
        <w:rFonts w:cs="Times New Roman"/>
      </w:rPr>
    </w:lvl>
    <w:lvl w:ilvl="5" w:tplc="0419001B" w:tentative="1">
      <w:start w:val="1"/>
      <w:numFmt w:val="lowerRoman"/>
      <w:lvlText w:val="%6."/>
      <w:lvlJc w:val="right"/>
      <w:pPr>
        <w:tabs>
          <w:tab w:val="num" w:pos="3963"/>
        </w:tabs>
        <w:ind w:left="3963" w:hanging="180"/>
      </w:pPr>
      <w:rPr>
        <w:rFonts w:cs="Times New Roman"/>
      </w:rPr>
    </w:lvl>
    <w:lvl w:ilvl="6" w:tplc="0419000F" w:tentative="1">
      <w:start w:val="1"/>
      <w:numFmt w:val="decimal"/>
      <w:lvlText w:val="%7."/>
      <w:lvlJc w:val="left"/>
      <w:pPr>
        <w:tabs>
          <w:tab w:val="num" w:pos="4683"/>
        </w:tabs>
        <w:ind w:left="4683" w:hanging="360"/>
      </w:pPr>
      <w:rPr>
        <w:rFonts w:cs="Times New Roman"/>
      </w:rPr>
    </w:lvl>
    <w:lvl w:ilvl="7" w:tplc="04190019" w:tentative="1">
      <w:start w:val="1"/>
      <w:numFmt w:val="lowerLetter"/>
      <w:lvlText w:val="%8."/>
      <w:lvlJc w:val="left"/>
      <w:pPr>
        <w:tabs>
          <w:tab w:val="num" w:pos="5403"/>
        </w:tabs>
        <w:ind w:left="5403" w:hanging="360"/>
      </w:pPr>
      <w:rPr>
        <w:rFonts w:cs="Times New Roman"/>
      </w:rPr>
    </w:lvl>
    <w:lvl w:ilvl="8" w:tplc="0419001B" w:tentative="1">
      <w:start w:val="1"/>
      <w:numFmt w:val="lowerRoman"/>
      <w:lvlText w:val="%9."/>
      <w:lvlJc w:val="right"/>
      <w:pPr>
        <w:tabs>
          <w:tab w:val="num" w:pos="6123"/>
        </w:tabs>
        <w:ind w:left="6123" w:hanging="180"/>
      </w:pPr>
      <w:rPr>
        <w:rFonts w:cs="Times New Roman"/>
      </w:rPr>
    </w:lvl>
  </w:abstractNum>
  <w:abstractNum w:abstractNumId="6">
    <w:nsid w:val="502B4E14"/>
    <w:multiLevelType w:val="hybridMultilevel"/>
    <w:tmpl w:val="4EDCAB42"/>
    <w:lvl w:ilvl="0" w:tplc="CAA2615A">
      <w:start w:val="7"/>
      <w:numFmt w:val="decimal"/>
      <w:lvlText w:val="%1."/>
      <w:lvlJc w:val="left"/>
      <w:pPr>
        <w:tabs>
          <w:tab w:val="num" w:pos="795"/>
        </w:tabs>
        <w:ind w:left="795" w:hanging="36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7">
    <w:nsid w:val="52A25477"/>
    <w:multiLevelType w:val="hybridMultilevel"/>
    <w:tmpl w:val="13F89942"/>
    <w:lvl w:ilvl="0" w:tplc="A026647A">
      <w:start w:val="1"/>
      <w:numFmt w:val="decimal"/>
      <w:lvlText w:val="%1."/>
      <w:lvlJc w:val="left"/>
      <w:pPr>
        <w:tabs>
          <w:tab w:val="num" w:pos="795"/>
        </w:tabs>
        <w:ind w:left="795" w:hanging="36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8">
    <w:nsid w:val="549A6E8D"/>
    <w:multiLevelType w:val="hybridMultilevel"/>
    <w:tmpl w:val="E426169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92A34C9"/>
    <w:multiLevelType w:val="hybridMultilevel"/>
    <w:tmpl w:val="1892E9A0"/>
    <w:lvl w:ilvl="0" w:tplc="3AFC4EB0">
      <w:start w:val="3"/>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0">
    <w:nsid w:val="74F47D7F"/>
    <w:multiLevelType w:val="hybridMultilevel"/>
    <w:tmpl w:val="58D09EEC"/>
    <w:lvl w:ilvl="0" w:tplc="401CF1CC">
      <w:start w:val="2"/>
      <w:numFmt w:val="decimal"/>
      <w:lvlText w:val="%1."/>
      <w:lvlJc w:val="left"/>
      <w:pPr>
        <w:tabs>
          <w:tab w:val="num" w:pos="1068"/>
        </w:tabs>
        <w:ind w:left="1068" w:hanging="360"/>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8"/>
  </w:num>
  <w:num w:numId="2">
    <w:abstractNumId w:val="3"/>
  </w:num>
  <w:num w:numId="3">
    <w:abstractNumId w:val="1"/>
  </w:num>
  <w:num w:numId="4">
    <w:abstractNumId w:val="10"/>
  </w:num>
  <w:num w:numId="5">
    <w:abstractNumId w:val="7"/>
  </w:num>
  <w:num w:numId="6">
    <w:abstractNumId w:val="6"/>
  </w:num>
  <w:num w:numId="7">
    <w:abstractNumId w:val="9"/>
  </w:num>
  <w:num w:numId="8">
    <w:abstractNumId w:val="2"/>
  </w:num>
  <w:num w:numId="9">
    <w:abstractNumId w:val="5"/>
  </w:num>
  <w:num w:numId="10">
    <w:abstractNumId w:val="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3409"/>
    <w:rsid w:val="000058EA"/>
    <w:rsid w:val="00014B4E"/>
    <w:rsid w:val="0002660E"/>
    <w:rsid w:val="0003453C"/>
    <w:rsid w:val="000573BD"/>
    <w:rsid w:val="00080A52"/>
    <w:rsid w:val="00087D01"/>
    <w:rsid w:val="00094AF9"/>
    <w:rsid w:val="000A1E11"/>
    <w:rsid w:val="000A369F"/>
    <w:rsid w:val="000A4CCD"/>
    <w:rsid w:val="000B4EDA"/>
    <w:rsid w:val="000B5571"/>
    <w:rsid w:val="000B59F6"/>
    <w:rsid w:val="000D2448"/>
    <w:rsid w:val="000D3747"/>
    <w:rsid w:val="000F0A4D"/>
    <w:rsid w:val="000F1167"/>
    <w:rsid w:val="000F1DB4"/>
    <w:rsid w:val="00103736"/>
    <w:rsid w:val="00106EAA"/>
    <w:rsid w:val="0012263A"/>
    <w:rsid w:val="00147A27"/>
    <w:rsid w:val="0015288B"/>
    <w:rsid w:val="0015363B"/>
    <w:rsid w:val="00154834"/>
    <w:rsid w:val="001614FD"/>
    <w:rsid w:val="00166ABE"/>
    <w:rsid w:val="00166B69"/>
    <w:rsid w:val="00181B3C"/>
    <w:rsid w:val="0018239F"/>
    <w:rsid w:val="001878C6"/>
    <w:rsid w:val="001955DD"/>
    <w:rsid w:val="001A415F"/>
    <w:rsid w:val="001A52F5"/>
    <w:rsid w:val="001B28E3"/>
    <w:rsid w:val="001D5C72"/>
    <w:rsid w:val="001D77FB"/>
    <w:rsid w:val="001E7AD0"/>
    <w:rsid w:val="001F3691"/>
    <w:rsid w:val="00206DA8"/>
    <w:rsid w:val="00207578"/>
    <w:rsid w:val="002404A1"/>
    <w:rsid w:val="00260EC2"/>
    <w:rsid w:val="002610CC"/>
    <w:rsid w:val="00273C26"/>
    <w:rsid w:val="00282EA4"/>
    <w:rsid w:val="002919E4"/>
    <w:rsid w:val="002B486A"/>
    <w:rsid w:val="002C7EB3"/>
    <w:rsid w:val="002D0223"/>
    <w:rsid w:val="002F6D4C"/>
    <w:rsid w:val="0030316C"/>
    <w:rsid w:val="00307070"/>
    <w:rsid w:val="00344F22"/>
    <w:rsid w:val="003536B3"/>
    <w:rsid w:val="0036442B"/>
    <w:rsid w:val="00392D84"/>
    <w:rsid w:val="003B789E"/>
    <w:rsid w:val="003B7BAB"/>
    <w:rsid w:val="003D0AAF"/>
    <w:rsid w:val="003E2C90"/>
    <w:rsid w:val="003E5914"/>
    <w:rsid w:val="004056EB"/>
    <w:rsid w:val="004155C9"/>
    <w:rsid w:val="004159C0"/>
    <w:rsid w:val="0043550F"/>
    <w:rsid w:val="004358C9"/>
    <w:rsid w:val="00445500"/>
    <w:rsid w:val="00450508"/>
    <w:rsid w:val="004613D4"/>
    <w:rsid w:val="004746DB"/>
    <w:rsid w:val="0047575C"/>
    <w:rsid w:val="00497947"/>
    <w:rsid w:val="004A73B1"/>
    <w:rsid w:val="004D1FE8"/>
    <w:rsid w:val="004F122F"/>
    <w:rsid w:val="004F3E06"/>
    <w:rsid w:val="00505E55"/>
    <w:rsid w:val="0051363B"/>
    <w:rsid w:val="0052624A"/>
    <w:rsid w:val="00533409"/>
    <w:rsid w:val="0054709F"/>
    <w:rsid w:val="00547C99"/>
    <w:rsid w:val="00561130"/>
    <w:rsid w:val="00567009"/>
    <w:rsid w:val="00580E89"/>
    <w:rsid w:val="005945C4"/>
    <w:rsid w:val="00595FFB"/>
    <w:rsid w:val="005A7362"/>
    <w:rsid w:val="005B1DEF"/>
    <w:rsid w:val="005B2085"/>
    <w:rsid w:val="005C13B7"/>
    <w:rsid w:val="005D07DD"/>
    <w:rsid w:val="005D2CE0"/>
    <w:rsid w:val="005D7BCF"/>
    <w:rsid w:val="00611FDE"/>
    <w:rsid w:val="00623DC4"/>
    <w:rsid w:val="006371CF"/>
    <w:rsid w:val="00641E38"/>
    <w:rsid w:val="00645403"/>
    <w:rsid w:val="006454A1"/>
    <w:rsid w:val="00651D18"/>
    <w:rsid w:val="006560D2"/>
    <w:rsid w:val="00694DFF"/>
    <w:rsid w:val="006A2930"/>
    <w:rsid w:val="006A5011"/>
    <w:rsid w:val="006A62F8"/>
    <w:rsid w:val="006A7A8E"/>
    <w:rsid w:val="006B6950"/>
    <w:rsid w:val="006E10E1"/>
    <w:rsid w:val="0072521E"/>
    <w:rsid w:val="007416E7"/>
    <w:rsid w:val="00750029"/>
    <w:rsid w:val="0075042D"/>
    <w:rsid w:val="00751C16"/>
    <w:rsid w:val="007552CB"/>
    <w:rsid w:val="007617FD"/>
    <w:rsid w:val="007618AC"/>
    <w:rsid w:val="00765E79"/>
    <w:rsid w:val="00775B4A"/>
    <w:rsid w:val="00780721"/>
    <w:rsid w:val="007A6954"/>
    <w:rsid w:val="007B66D8"/>
    <w:rsid w:val="007C02FA"/>
    <w:rsid w:val="007C1330"/>
    <w:rsid w:val="007D38C3"/>
    <w:rsid w:val="007E06AC"/>
    <w:rsid w:val="00806B63"/>
    <w:rsid w:val="00816CBB"/>
    <w:rsid w:val="00836C89"/>
    <w:rsid w:val="00844CB6"/>
    <w:rsid w:val="00883895"/>
    <w:rsid w:val="00890CB2"/>
    <w:rsid w:val="008A0D6D"/>
    <w:rsid w:val="008B7710"/>
    <w:rsid w:val="008C526D"/>
    <w:rsid w:val="008E0BA9"/>
    <w:rsid w:val="008E1322"/>
    <w:rsid w:val="008F4EBD"/>
    <w:rsid w:val="008F68C0"/>
    <w:rsid w:val="008F6F11"/>
    <w:rsid w:val="00903BE0"/>
    <w:rsid w:val="00906738"/>
    <w:rsid w:val="00924C53"/>
    <w:rsid w:val="0092766B"/>
    <w:rsid w:val="00935347"/>
    <w:rsid w:val="00951599"/>
    <w:rsid w:val="00953182"/>
    <w:rsid w:val="00956C3C"/>
    <w:rsid w:val="00961B94"/>
    <w:rsid w:val="0096693A"/>
    <w:rsid w:val="00981239"/>
    <w:rsid w:val="009A0C9D"/>
    <w:rsid w:val="009B17A9"/>
    <w:rsid w:val="009D6902"/>
    <w:rsid w:val="009D71B5"/>
    <w:rsid w:val="009E29CE"/>
    <w:rsid w:val="009E63F5"/>
    <w:rsid w:val="009E6DB0"/>
    <w:rsid w:val="009F00BD"/>
    <w:rsid w:val="009F3901"/>
    <w:rsid w:val="009F5B37"/>
    <w:rsid w:val="00A1767C"/>
    <w:rsid w:val="00A4537A"/>
    <w:rsid w:val="00A473C8"/>
    <w:rsid w:val="00A605CD"/>
    <w:rsid w:val="00A62F7F"/>
    <w:rsid w:val="00A7094F"/>
    <w:rsid w:val="00A71051"/>
    <w:rsid w:val="00A77FC6"/>
    <w:rsid w:val="00A82D20"/>
    <w:rsid w:val="00A92B24"/>
    <w:rsid w:val="00AA341E"/>
    <w:rsid w:val="00AB40B4"/>
    <w:rsid w:val="00AC3CAD"/>
    <w:rsid w:val="00AD2CD8"/>
    <w:rsid w:val="00AD62D8"/>
    <w:rsid w:val="00AE7170"/>
    <w:rsid w:val="00B01FAF"/>
    <w:rsid w:val="00B12E0E"/>
    <w:rsid w:val="00B15355"/>
    <w:rsid w:val="00B23685"/>
    <w:rsid w:val="00B24871"/>
    <w:rsid w:val="00B350E3"/>
    <w:rsid w:val="00B4110C"/>
    <w:rsid w:val="00B5583D"/>
    <w:rsid w:val="00B64493"/>
    <w:rsid w:val="00B65C4E"/>
    <w:rsid w:val="00B779B0"/>
    <w:rsid w:val="00B9117E"/>
    <w:rsid w:val="00B91EB2"/>
    <w:rsid w:val="00B92CAA"/>
    <w:rsid w:val="00BA25B1"/>
    <w:rsid w:val="00BC22C5"/>
    <w:rsid w:val="00BD3E51"/>
    <w:rsid w:val="00BD3FB7"/>
    <w:rsid w:val="00BD5789"/>
    <w:rsid w:val="00BF1361"/>
    <w:rsid w:val="00BF3AF5"/>
    <w:rsid w:val="00C033EF"/>
    <w:rsid w:val="00C06E04"/>
    <w:rsid w:val="00C13556"/>
    <w:rsid w:val="00C15CC5"/>
    <w:rsid w:val="00C17994"/>
    <w:rsid w:val="00C2047A"/>
    <w:rsid w:val="00C214BC"/>
    <w:rsid w:val="00C44FB5"/>
    <w:rsid w:val="00C97D1E"/>
    <w:rsid w:val="00CC0D38"/>
    <w:rsid w:val="00CD6F74"/>
    <w:rsid w:val="00CE52EA"/>
    <w:rsid w:val="00CF118E"/>
    <w:rsid w:val="00CF2D72"/>
    <w:rsid w:val="00CF7EF6"/>
    <w:rsid w:val="00D03C09"/>
    <w:rsid w:val="00D06348"/>
    <w:rsid w:val="00D22E69"/>
    <w:rsid w:val="00D25237"/>
    <w:rsid w:val="00D301CD"/>
    <w:rsid w:val="00D360C8"/>
    <w:rsid w:val="00D44597"/>
    <w:rsid w:val="00D4519D"/>
    <w:rsid w:val="00D51650"/>
    <w:rsid w:val="00D53984"/>
    <w:rsid w:val="00D55ABB"/>
    <w:rsid w:val="00D60E2A"/>
    <w:rsid w:val="00D66A19"/>
    <w:rsid w:val="00D67BAF"/>
    <w:rsid w:val="00D920F1"/>
    <w:rsid w:val="00D97BF0"/>
    <w:rsid w:val="00DA371B"/>
    <w:rsid w:val="00DB091B"/>
    <w:rsid w:val="00DB3A11"/>
    <w:rsid w:val="00DB7B7E"/>
    <w:rsid w:val="00DC6C30"/>
    <w:rsid w:val="00DD3BB8"/>
    <w:rsid w:val="00DE62DA"/>
    <w:rsid w:val="00E01117"/>
    <w:rsid w:val="00E05520"/>
    <w:rsid w:val="00E06530"/>
    <w:rsid w:val="00E134B6"/>
    <w:rsid w:val="00E20FA8"/>
    <w:rsid w:val="00E32A67"/>
    <w:rsid w:val="00E444CE"/>
    <w:rsid w:val="00E5687E"/>
    <w:rsid w:val="00E56C94"/>
    <w:rsid w:val="00E7782D"/>
    <w:rsid w:val="00E96E95"/>
    <w:rsid w:val="00EA07A3"/>
    <w:rsid w:val="00EC283E"/>
    <w:rsid w:val="00ED50DA"/>
    <w:rsid w:val="00ED79D6"/>
    <w:rsid w:val="00ED7A3C"/>
    <w:rsid w:val="00EF66FF"/>
    <w:rsid w:val="00F0197E"/>
    <w:rsid w:val="00F056A1"/>
    <w:rsid w:val="00F12725"/>
    <w:rsid w:val="00F1588F"/>
    <w:rsid w:val="00F248E3"/>
    <w:rsid w:val="00F2585A"/>
    <w:rsid w:val="00F259D1"/>
    <w:rsid w:val="00F272A2"/>
    <w:rsid w:val="00F3055E"/>
    <w:rsid w:val="00F466D4"/>
    <w:rsid w:val="00F512BD"/>
    <w:rsid w:val="00F52AA9"/>
    <w:rsid w:val="00F55698"/>
    <w:rsid w:val="00F571C2"/>
    <w:rsid w:val="00F616AB"/>
    <w:rsid w:val="00F62692"/>
    <w:rsid w:val="00F63A00"/>
    <w:rsid w:val="00F65E78"/>
    <w:rsid w:val="00F74BA4"/>
    <w:rsid w:val="00F75BC8"/>
    <w:rsid w:val="00FD1C8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3409"/>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9E29CE"/>
    <w:pPr>
      <w:tabs>
        <w:tab w:val="center" w:pos="4677"/>
        <w:tab w:val="right" w:pos="9355"/>
      </w:tabs>
    </w:pPr>
  </w:style>
  <w:style w:type="character" w:customStyle="1" w:styleId="HeaderChar">
    <w:name w:val="Header Char"/>
    <w:basedOn w:val="DefaultParagraphFont"/>
    <w:link w:val="Header"/>
    <w:uiPriority w:val="99"/>
    <w:semiHidden/>
    <w:locked/>
    <w:rsid w:val="009E29CE"/>
    <w:rPr>
      <w:rFonts w:ascii="Times New Roman" w:hAnsi="Times New Roman" w:cs="Times New Roman"/>
      <w:sz w:val="24"/>
      <w:szCs w:val="24"/>
    </w:rPr>
  </w:style>
  <w:style w:type="paragraph" w:styleId="Footer">
    <w:name w:val="footer"/>
    <w:basedOn w:val="Normal"/>
    <w:link w:val="FooterChar"/>
    <w:uiPriority w:val="99"/>
    <w:semiHidden/>
    <w:rsid w:val="009E29CE"/>
    <w:pPr>
      <w:tabs>
        <w:tab w:val="center" w:pos="4677"/>
        <w:tab w:val="right" w:pos="9355"/>
      </w:tabs>
    </w:pPr>
  </w:style>
  <w:style w:type="character" w:customStyle="1" w:styleId="FooterChar">
    <w:name w:val="Footer Char"/>
    <w:basedOn w:val="DefaultParagraphFont"/>
    <w:link w:val="Footer"/>
    <w:uiPriority w:val="99"/>
    <w:semiHidden/>
    <w:locked/>
    <w:rsid w:val="009E29CE"/>
    <w:rPr>
      <w:rFonts w:ascii="Times New Roman" w:hAnsi="Times New Roman" w:cs="Times New Roman"/>
      <w:sz w:val="24"/>
      <w:szCs w:val="24"/>
    </w:rPr>
  </w:style>
  <w:style w:type="character" w:customStyle="1" w:styleId="apple-converted-space">
    <w:name w:val="apple-converted-space"/>
    <w:basedOn w:val="DefaultParagraphFont"/>
    <w:uiPriority w:val="99"/>
    <w:rsid w:val="00C44FB5"/>
    <w:rPr>
      <w:rFonts w:cs="Times New Roman"/>
    </w:rPr>
  </w:style>
  <w:style w:type="paragraph" w:styleId="NormalWeb">
    <w:name w:val="Normal (Web)"/>
    <w:basedOn w:val="Normal"/>
    <w:uiPriority w:val="99"/>
    <w:rsid w:val="00E32A67"/>
    <w:pPr>
      <w:spacing w:before="100" w:beforeAutospacing="1" w:after="100" w:afterAutospacing="1"/>
    </w:pPr>
  </w:style>
  <w:style w:type="paragraph" w:styleId="ListParagraph">
    <w:name w:val="List Paragraph"/>
    <w:basedOn w:val="Normal"/>
    <w:uiPriority w:val="99"/>
    <w:qFormat/>
    <w:rsid w:val="009B17A9"/>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235</TotalTime>
  <Pages>11</Pages>
  <Words>3182</Words>
  <Characters>18142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Отчет главы администрации</dc:title>
  <dc:subject/>
  <dc:creator>elex</dc:creator>
  <cp:keywords/>
  <dc:description/>
  <cp:lastModifiedBy>User</cp:lastModifiedBy>
  <cp:revision>9</cp:revision>
  <cp:lastPrinted>2018-02-13T13:22:00Z</cp:lastPrinted>
  <dcterms:created xsi:type="dcterms:W3CDTF">2018-02-02T19:46:00Z</dcterms:created>
  <dcterms:modified xsi:type="dcterms:W3CDTF">2018-02-19T06:28:00Z</dcterms:modified>
</cp:coreProperties>
</file>